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24468A" w14:textId="77777777" w:rsidR="00D35502" w:rsidRDefault="006467EA" w:rsidP="006467EA">
      <w:pPr>
        <w:ind w:hanging="993"/>
        <w:rPr>
          <w:rFonts w:eastAsiaTheme="majorEastAsia" w:cstheme="majorBidi"/>
          <w:b/>
          <w:bCs/>
          <w:sz w:val="30"/>
          <w:szCs w:val="32"/>
        </w:rPr>
      </w:pPr>
      <w:bookmarkStart w:id="0" w:name="_Toc447305173"/>
      <w:r>
        <w:rPr>
          <w:rFonts w:eastAsiaTheme="majorEastAsia" w:cstheme="majorBidi"/>
          <w:b/>
          <w:bCs/>
          <w:sz w:val="30"/>
          <w:szCs w:val="32"/>
        </w:rPr>
        <w:t xml:space="preserve">      </w:t>
      </w:r>
    </w:p>
    <w:p w14:paraId="614402D5" w14:textId="3CB917AF" w:rsidR="00D35502" w:rsidRDefault="00D35502" w:rsidP="006467EA">
      <w:pPr>
        <w:ind w:hanging="993"/>
        <w:rPr>
          <w:rFonts w:eastAsiaTheme="majorEastAsia" w:cstheme="majorBidi"/>
          <w:b/>
          <w:bCs/>
          <w:sz w:val="30"/>
          <w:szCs w:val="32"/>
        </w:rPr>
      </w:pPr>
    </w:p>
    <w:p w14:paraId="23CE6845" w14:textId="4082F4C9" w:rsidR="00B5643E" w:rsidRDefault="00B5643E" w:rsidP="006467EA">
      <w:pPr>
        <w:ind w:hanging="993"/>
        <w:rPr>
          <w:rFonts w:eastAsiaTheme="majorEastAsia" w:cstheme="majorBidi"/>
          <w:b/>
          <w:bCs/>
          <w:sz w:val="30"/>
          <w:szCs w:val="32"/>
        </w:rPr>
      </w:pPr>
    </w:p>
    <w:p w14:paraId="7AF59510" w14:textId="77777777" w:rsidR="00B5643E" w:rsidRDefault="00B5643E" w:rsidP="006467EA">
      <w:pPr>
        <w:ind w:hanging="993"/>
        <w:rPr>
          <w:rFonts w:eastAsiaTheme="majorEastAsia" w:cstheme="majorBidi"/>
          <w:b/>
          <w:bCs/>
          <w:sz w:val="30"/>
          <w:szCs w:val="32"/>
        </w:rPr>
      </w:pPr>
    </w:p>
    <w:p w14:paraId="029A1BD7" w14:textId="77777777" w:rsidR="00B5643E" w:rsidRDefault="00B5643E" w:rsidP="006467EA">
      <w:pPr>
        <w:ind w:hanging="993"/>
        <w:rPr>
          <w:rFonts w:eastAsiaTheme="majorEastAsia" w:cstheme="majorBidi"/>
          <w:b/>
          <w:bCs/>
          <w:sz w:val="30"/>
          <w:szCs w:val="32"/>
        </w:rPr>
      </w:pPr>
    </w:p>
    <w:p w14:paraId="1A4C5EE5" w14:textId="1AB07195" w:rsidR="006467EA" w:rsidRPr="006467EA" w:rsidRDefault="00D35502" w:rsidP="006467EA">
      <w:pPr>
        <w:ind w:hanging="993"/>
        <w:rPr>
          <w:rFonts w:eastAsiaTheme="majorEastAsia" w:cstheme="majorBidi"/>
          <w:b/>
          <w:bCs/>
          <w:sz w:val="30"/>
          <w:szCs w:val="32"/>
        </w:rPr>
      </w:pPr>
      <w:r>
        <w:rPr>
          <w:rFonts w:eastAsiaTheme="majorEastAsia" w:cstheme="majorBidi"/>
          <w:b/>
          <w:bCs/>
          <w:sz w:val="30"/>
          <w:szCs w:val="32"/>
        </w:rPr>
        <w:t xml:space="preserve">      </w:t>
      </w:r>
      <w:r w:rsidR="006467EA" w:rsidRPr="006467EA">
        <w:rPr>
          <w:rFonts w:eastAsiaTheme="majorEastAsia" w:cstheme="majorBidi"/>
          <w:b/>
          <w:bCs/>
          <w:sz w:val="30"/>
          <w:szCs w:val="32"/>
        </w:rPr>
        <w:t xml:space="preserve">Vyjádření </w:t>
      </w:r>
      <w:r>
        <w:rPr>
          <w:rFonts w:eastAsiaTheme="majorEastAsia" w:cstheme="majorBidi"/>
          <w:b/>
          <w:bCs/>
          <w:sz w:val="30"/>
          <w:szCs w:val="32"/>
        </w:rPr>
        <w:t xml:space="preserve">k předjednání / konzultaci k PD </w:t>
      </w:r>
      <w:r w:rsidR="004A7AD3">
        <w:rPr>
          <w:rFonts w:eastAsiaTheme="majorEastAsia" w:cstheme="majorBidi"/>
          <w:b/>
          <w:bCs/>
          <w:sz w:val="30"/>
          <w:szCs w:val="32"/>
        </w:rPr>
        <w:t xml:space="preserve">na </w:t>
      </w:r>
      <w:proofErr w:type="gramStart"/>
      <w:r>
        <w:rPr>
          <w:rFonts w:eastAsiaTheme="majorEastAsia" w:cstheme="majorBidi"/>
          <w:b/>
          <w:bCs/>
          <w:sz w:val="30"/>
          <w:szCs w:val="32"/>
        </w:rPr>
        <w:t>akc</w:t>
      </w:r>
      <w:r w:rsidR="004A7AD3">
        <w:rPr>
          <w:rFonts w:eastAsiaTheme="majorEastAsia" w:cstheme="majorBidi"/>
          <w:b/>
          <w:bCs/>
          <w:sz w:val="30"/>
          <w:szCs w:val="32"/>
        </w:rPr>
        <w:t>i</w:t>
      </w:r>
      <w:r w:rsidR="006467EA" w:rsidRPr="006467EA">
        <w:rPr>
          <w:rFonts w:eastAsiaTheme="majorEastAsia" w:cstheme="majorBidi"/>
          <w:b/>
          <w:bCs/>
          <w:sz w:val="30"/>
          <w:szCs w:val="32"/>
        </w:rPr>
        <w:t xml:space="preserve"> :</w:t>
      </w:r>
      <w:proofErr w:type="gramEnd"/>
    </w:p>
    <w:p w14:paraId="2BA680CE" w14:textId="35ECC87A" w:rsidR="00D35502" w:rsidRPr="00D35502" w:rsidRDefault="00D35502" w:rsidP="00D35502">
      <w:pPr>
        <w:ind w:left="-993" w:firstLine="0"/>
        <w:rPr>
          <w:rFonts w:ascii="Arial Black" w:eastAsiaTheme="majorEastAsia" w:hAnsi="Arial Black" w:cstheme="majorBidi"/>
          <w:b/>
          <w:bCs/>
          <w:sz w:val="30"/>
          <w:szCs w:val="32"/>
        </w:rPr>
      </w:pPr>
      <w:r>
        <w:rPr>
          <w:rFonts w:ascii="Arial Black" w:eastAsiaTheme="majorEastAsia" w:hAnsi="Arial Black" w:cstheme="majorBidi"/>
          <w:b/>
          <w:bCs/>
          <w:sz w:val="30"/>
          <w:szCs w:val="32"/>
        </w:rPr>
        <w:t xml:space="preserve">    </w:t>
      </w:r>
      <w:r w:rsidR="004F11EB">
        <w:rPr>
          <w:rFonts w:ascii="Arial Black" w:eastAsiaTheme="majorEastAsia" w:hAnsi="Arial Black" w:cstheme="majorBidi"/>
          <w:b/>
          <w:bCs/>
          <w:sz w:val="30"/>
          <w:szCs w:val="32"/>
        </w:rPr>
        <w:t>„</w:t>
      </w:r>
      <w:r w:rsidRPr="00D35502">
        <w:rPr>
          <w:rFonts w:ascii="Arial Black" w:eastAsiaTheme="majorEastAsia" w:hAnsi="Arial Black" w:cstheme="majorBidi"/>
          <w:b/>
          <w:bCs/>
          <w:sz w:val="30"/>
          <w:szCs w:val="32"/>
        </w:rPr>
        <w:t xml:space="preserve">III/28526 </w:t>
      </w:r>
      <w:proofErr w:type="spellStart"/>
      <w:proofErr w:type="gramStart"/>
      <w:r w:rsidRPr="00D35502">
        <w:rPr>
          <w:rFonts w:ascii="Arial Black" w:eastAsiaTheme="majorEastAsia" w:hAnsi="Arial Black" w:cstheme="majorBidi"/>
          <w:b/>
          <w:bCs/>
          <w:sz w:val="30"/>
          <w:szCs w:val="32"/>
        </w:rPr>
        <w:t>Rokole</w:t>
      </w:r>
      <w:proofErr w:type="spellEnd"/>
      <w:r w:rsidRPr="00D35502">
        <w:rPr>
          <w:rFonts w:ascii="Arial Black" w:eastAsiaTheme="majorEastAsia" w:hAnsi="Arial Black" w:cstheme="majorBidi"/>
          <w:b/>
          <w:bCs/>
          <w:sz w:val="30"/>
          <w:szCs w:val="32"/>
        </w:rPr>
        <w:t xml:space="preserve"> - Nový</w:t>
      </w:r>
      <w:proofErr w:type="gramEnd"/>
      <w:r w:rsidRPr="00D35502">
        <w:rPr>
          <w:rFonts w:ascii="Arial Black" w:eastAsiaTheme="majorEastAsia" w:hAnsi="Arial Black" w:cstheme="majorBidi"/>
          <w:b/>
          <w:bCs/>
          <w:sz w:val="30"/>
          <w:szCs w:val="32"/>
        </w:rPr>
        <w:t xml:space="preserve"> Hrádek - neúnosná krajnice</w:t>
      </w:r>
      <w:r w:rsidR="004F11EB">
        <w:rPr>
          <w:rFonts w:ascii="Arial Black" w:eastAsiaTheme="majorEastAsia" w:hAnsi="Arial Black" w:cstheme="majorBidi"/>
          <w:b/>
          <w:bCs/>
          <w:sz w:val="30"/>
          <w:szCs w:val="32"/>
        </w:rPr>
        <w:t>“</w:t>
      </w:r>
    </w:p>
    <w:p w14:paraId="1F2B781E" w14:textId="3A64830B" w:rsidR="00D35502" w:rsidRDefault="00D35502" w:rsidP="006467EA">
      <w:pPr>
        <w:ind w:hanging="567"/>
        <w:rPr>
          <w:rFonts w:eastAsiaTheme="majorEastAsia" w:cstheme="majorBidi"/>
          <w:b/>
          <w:bCs/>
          <w:sz w:val="30"/>
          <w:szCs w:val="32"/>
        </w:rPr>
      </w:pPr>
    </w:p>
    <w:p w14:paraId="3D041D21" w14:textId="7E021B32" w:rsidR="00B5643E" w:rsidRDefault="00B5643E" w:rsidP="006467EA">
      <w:pPr>
        <w:ind w:hanging="567"/>
        <w:rPr>
          <w:rFonts w:eastAsiaTheme="majorEastAsia" w:cstheme="majorBidi"/>
          <w:b/>
          <w:bCs/>
          <w:sz w:val="30"/>
          <w:szCs w:val="32"/>
        </w:rPr>
      </w:pPr>
    </w:p>
    <w:p w14:paraId="31DA449A" w14:textId="1D86901B" w:rsidR="004A7AD3" w:rsidRDefault="004A7AD3" w:rsidP="006467EA">
      <w:pPr>
        <w:ind w:hanging="567"/>
        <w:rPr>
          <w:rFonts w:eastAsiaTheme="majorEastAsia" w:cstheme="majorBidi"/>
          <w:b/>
          <w:bCs/>
          <w:sz w:val="30"/>
          <w:szCs w:val="32"/>
        </w:rPr>
      </w:pPr>
    </w:p>
    <w:p w14:paraId="4E530C36" w14:textId="63085A7E" w:rsidR="004A7AD3" w:rsidRDefault="004A7AD3" w:rsidP="006467EA">
      <w:pPr>
        <w:ind w:hanging="567"/>
        <w:rPr>
          <w:rFonts w:eastAsiaTheme="majorEastAsia" w:cstheme="majorBidi"/>
          <w:b/>
          <w:bCs/>
          <w:sz w:val="30"/>
          <w:szCs w:val="32"/>
        </w:rPr>
      </w:pPr>
    </w:p>
    <w:p w14:paraId="52847CAC" w14:textId="77777777" w:rsidR="004A7AD3" w:rsidRDefault="004A7AD3" w:rsidP="006467EA">
      <w:pPr>
        <w:ind w:hanging="567"/>
        <w:rPr>
          <w:rFonts w:eastAsiaTheme="majorEastAsia" w:cstheme="majorBidi"/>
          <w:b/>
          <w:bCs/>
          <w:sz w:val="30"/>
          <w:szCs w:val="32"/>
        </w:rPr>
      </w:pPr>
    </w:p>
    <w:p w14:paraId="542F5B4A" w14:textId="099B45FD" w:rsidR="006467EA" w:rsidRDefault="006467EA" w:rsidP="006467EA">
      <w:pPr>
        <w:ind w:hanging="567"/>
        <w:rPr>
          <w:rFonts w:eastAsiaTheme="majorEastAsia" w:cstheme="majorBidi"/>
          <w:b/>
          <w:bCs/>
          <w:sz w:val="30"/>
          <w:szCs w:val="32"/>
        </w:rPr>
      </w:pPr>
      <w:r w:rsidRPr="006467EA">
        <w:rPr>
          <w:rFonts w:eastAsiaTheme="majorEastAsia" w:cstheme="majorBidi"/>
          <w:b/>
          <w:bCs/>
          <w:sz w:val="30"/>
          <w:szCs w:val="32"/>
        </w:rPr>
        <w:t xml:space="preserve">Seznam vyjádření dotčených orgánů státní správy </w:t>
      </w:r>
      <w:r w:rsidR="004A7AD3">
        <w:rPr>
          <w:rFonts w:eastAsiaTheme="majorEastAsia" w:cstheme="majorBidi"/>
          <w:b/>
          <w:bCs/>
          <w:sz w:val="30"/>
          <w:szCs w:val="32"/>
        </w:rPr>
        <w:t>k projednání PD</w:t>
      </w:r>
    </w:p>
    <w:p w14:paraId="2E998D79" w14:textId="77777777" w:rsidR="006467EA" w:rsidRPr="005C5B54" w:rsidRDefault="006467EA" w:rsidP="006467EA">
      <w:pPr>
        <w:rPr>
          <w:rFonts w:eastAsiaTheme="majorEastAsia" w:cstheme="majorBidi"/>
          <w:b/>
          <w:bCs/>
          <w:sz w:val="10"/>
          <w:szCs w:val="10"/>
        </w:rPr>
      </w:pPr>
    </w:p>
    <w:p w14:paraId="175B3F80" w14:textId="77777777" w:rsidR="00B5643E" w:rsidRDefault="00B5643E" w:rsidP="006467EA">
      <w:pPr>
        <w:ind w:left="-993" w:firstLine="0"/>
      </w:pPr>
    </w:p>
    <w:tbl>
      <w:tblPr>
        <w:tblW w:w="9923" w:type="dxa"/>
        <w:tblInd w:w="-885" w:type="dxa"/>
        <w:tblLayout w:type="fixed"/>
        <w:tblLook w:val="0000" w:firstRow="0" w:lastRow="0" w:firstColumn="0" w:lastColumn="0" w:noHBand="0" w:noVBand="0"/>
      </w:tblPr>
      <w:tblGrid>
        <w:gridCol w:w="426"/>
        <w:gridCol w:w="5812"/>
        <w:gridCol w:w="1134"/>
        <w:gridCol w:w="2551"/>
      </w:tblGrid>
      <w:tr w:rsidR="002E1698" w14:paraId="53FB4709" w14:textId="77777777" w:rsidTr="004F11EB">
        <w:trPr>
          <w:cantSplit/>
          <w:trHeight w:val="63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79E44BB" w14:textId="77777777" w:rsidR="002E1698" w:rsidRPr="00B64E12" w:rsidRDefault="002E1698" w:rsidP="00F53CFB">
            <w:pPr>
              <w:pStyle w:val="TabulkaText"/>
              <w:jc w:val="center"/>
              <w:rPr>
                <w:b/>
              </w:rPr>
            </w:pPr>
            <w:r w:rsidRPr="00B64E12">
              <w:rPr>
                <w:b/>
              </w:rPr>
              <w:t>č.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DBF67A3" w14:textId="6412670B" w:rsidR="002E1698" w:rsidRPr="00B64E12" w:rsidRDefault="00C520CD" w:rsidP="00F53CFB">
            <w:pPr>
              <w:pStyle w:val="TabulkaText"/>
              <w:jc w:val="center"/>
              <w:rPr>
                <w:b/>
              </w:rPr>
            </w:pPr>
            <w:r>
              <w:rPr>
                <w:b/>
              </w:rPr>
              <w:t>DO + IS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2F7D0C7" w14:textId="77777777" w:rsidR="002E1698" w:rsidRPr="00B64E12" w:rsidRDefault="002E1698" w:rsidP="00F53CFB">
            <w:pPr>
              <w:pStyle w:val="TabulkaText"/>
              <w:jc w:val="center"/>
              <w:rPr>
                <w:b/>
              </w:rPr>
            </w:pPr>
            <w:r w:rsidRPr="00B64E12">
              <w:rPr>
                <w:b/>
              </w:rPr>
              <w:t>Datum vyjádření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8111FBC" w14:textId="77777777" w:rsidR="002E1698" w:rsidRPr="00B64E12" w:rsidRDefault="00C520CD" w:rsidP="00F53CFB">
            <w:pPr>
              <w:pStyle w:val="TabulkaText"/>
              <w:jc w:val="center"/>
              <w:rPr>
                <w:b/>
              </w:rPr>
            </w:pPr>
            <w:r>
              <w:rPr>
                <w:b/>
              </w:rPr>
              <w:t>stanovisko</w:t>
            </w:r>
          </w:p>
        </w:tc>
      </w:tr>
      <w:tr w:rsidR="00FB7134" w:rsidRPr="00B94A29" w14:paraId="77B39856" w14:textId="77777777" w:rsidTr="00B5643E">
        <w:trPr>
          <w:cantSplit/>
          <w:trHeight w:val="84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E11901" w14:textId="35479283" w:rsidR="00FB7134" w:rsidRPr="00B94A29" w:rsidRDefault="00D35502" w:rsidP="00F80B40">
            <w:pPr>
              <w:pStyle w:val="Tabulka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98C50E" w14:textId="5527B648" w:rsidR="00972808" w:rsidRPr="00391610" w:rsidRDefault="00972808" w:rsidP="00972808">
            <w:pPr>
              <w:pStyle w:val="TabulkaText"/>
              <w:rPr>
                <w:sz w:val="20"/>
                <w:szCs w:val="20"/>
              </w:rPr>
            </w:pPr>
            <w:r w:rsidRPr="00391610">
              <w:rPr>
                <w:b/>
                <w:bCs/>
                <w:sz w:val="20"/>
                <w:szCs w:val="20"/>
              </w:rPr>
              <w:t xml:space="preserve">Policie ČR, KŘP Libereckého kraje, ÚO </w:t>
            </w:r>
            <w:r>
              <w:rPr>
                <w:b/>
                <w:bCs/>
                <w:sz w:val="20"/>
                <w:szCs w:val="20"/>
              </w:rPr>
              <w:t>Náchod</w:t>
            </w:r>
            <w:r w:rsidRPr="00391610">
              <w:rPr>
                <w:b/>
                <w:bCs/>
                <w:sz w:val="20"/>
                <w:szCs w:val="20"/>
              </w:rPr>
              <w:t xml:space="preserve">, DI </w:t>
            </w:r>
          </w:p>
          <w:p w14:paraId="5AB93B9B" w14:textId="324230E6" w:rsidR="00FB7134" w:rsidRPr="00B94A29" w:rsidRDefault="00972808" w:rsidP="00972808">
            <w:pPr>
              <w:pStyle w:val="TabulkaText"/>
              <w:rPr>
                <w:sz w:val="20"/>
                <w:szCs w:val="20"/>
              </w:rPr>
            </w:pPr>
            <w:r>
              <w:rPr>
                <w:rStyle w:val="Siln"/>
                <w:b w:val="0"/>
                <w:bCs w:val="0"/>
                <w:sz w:val="20"/>
                <w:szCs w:val="20"/>
              </w:rPr>
              <w:t>Plhovská 1176, 547 45 Náchod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308AF2" w14:textId="3A482811" w:rsidR="00FB7134" w:rsidRPr="00B94A29" w:rsidRDefault="00972808" w:rsidP="00F80B40">
            <w:pPr>
              <w:pStyle w:val="Tabulka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24.06.2021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4F0D07" w14:textId="143D0BF7" w:rsidR="00FB7134" w:rsidRPr="00391610" w:rsidRDefault="00972808" w:rsidP="00F80B40">
            <w:pPr>
              <w:pStyle w:val="Tabulka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stanovisko</w:t>
            </w:r>
          </w:p>
        </w:tc>
      </w:tr>
      <w:tr w:rsidR="005930B6" w14:paraId="0228AA4D" w14:textId="77777777" w:rsidTr="00B5643E">
        <w:trPr>
          <w:cantSplit/>
          <w:trHeight w:val="83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E8106E" w14:textId="3FC870D0" w:rsidR="005930B6" w:rsidRDefault="00D35502" w:rsidP="005930B6">
            <w:pPr>
              <w:pStyle w:val="TabulkaText"/>
            </w:pPr>
            <w:r>
              <w:t>02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566779" w14:textId="77777777" w:rsidR="005930B6" w:rsidRPr="00972808" w:rsidRDefault="00972808" w:rsidP="005930B6">
            <w:pPr>
              <w:pStyle w:val="TabulkaText"/>
              <w:rPr>
                <w:b/>
                <w:bCs/>
                <w:sz w:val="20"/>
                <w:szCs w:val="20"/>
              </w:rPr>
            </w:pPr>
            <w:proofErr w:type="spellStart"/>
            <w:r w:rsidRPr="00972808">
              <w:rPr>
                <w:b/>
                <w:bCs/>
                <w:sz w:val="20"/>
                <w:szCs w:val="20"/>
              </w:rPr>
              <w:t>MěÚ</w:t>
            </w:r>
            <w:proofErr w:type="spellEnd"/>
            <w:r w:rsidRPr="00972808">
              <w:rPr>
                <w:b/>
                <w:bCs/>
                <w:sz w:val="20"/>
                <w:szCs w:val="20"/>
              </w:rPr>
              <w:t xml:space="preserve"> Náchod, </w:t>
            </w:r>
            <w:proofErr w:type="spellStart"/>
            <w:r w:rsidRPr="00972808">
              <w:rPr>
                <w:b/>
                <w:bCs/>
                <w:sz w:val="20"/>
                <w:szCs w:val="20"/>
              </w:rPr>
              <w:t>odb</w:t>
            </w:r>
            <w:proofErr w:type="spellEnd"/>
            <w:r w:rsidRPr="00972808">
              <w:rPr>
                <w:b/>
                <w:bCs/>
                <w:sz w:val="20"/>
                <w:szCs w:val="20"/>
              </w:rPr>
              <w:t>. dopravy a silničního hospodářství</w:t>
            </w:r>
          </w:p>
          <w:p w14:paraId="40F47574" w14:textId="66451254" w:rsidR="00972808" w:rsidRPr="00391610" w:rsidRDefault="00972808" w:rsidP="005930B6">
            <w:pPr>
              <w:pStyle w:val="Tabulka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Němcové 2020, 547 01 Náchod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4AC704" w14:textId="0E5A6D35" w:rsidR="005930B6" w:rsidRPr="009C7823" w:rsidRDefault="00972808" w:rsidP="005930B6">
            <w:pPr>
              <w:pStyle w:val="Tabulka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19.05.2021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C1E987" w14:textId="47B1C412" w:rsidR="005930B6" w:rsidRPr="00391610" w:rsidRDefault="00972808" w:rsidP="005930B6">
            <w:pPr>
              <w:pStyle w:val="Tabulka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Vyjádření </w:t>
            </w:r>
          </w:p>
        </w:tc>
      </w:tr>
      <w:tr w:rsidR="00061142" w14:paraId="72C23D7C" w14:textId="77777777" w:rsidTr="00B5643E">
        <w:trPr>
          <w:cantSplit/>
          <w:trHeight w:val="85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B46A74" w14:textId="0FAF7B0E" w:rsidR="00061142" w:rsidRPr="00391610" w:rsidRDefault="00972808" w:rsidP="00AC1EC5">
            <w:pPr>
              <w:pStyle w:val="Tabulka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666226" w14:textId="74A633B6" w:rsidR="00972808" w:rsidRPr="00972808" w:rsidRDefault="00972808" w:rsidP="00972808">
            <w:pPr>
              <w:pStyle w:val="TabulkaText"/>
              <w:rPr>
                <w:b/>
                <w:bCs/>
                <w:sz w:val="20"/>
                <w:szCs w:val="20"/>
              </w:rPr>
            </w:pPr>
            <w:proofErr w:type="spellStart"/>
            <w:r w:rsidRPr="00972808">
              <w:rPr>
                <w:b/>
                <w:bCs/>
                <w:sz w:val="20"/>
                <w:szCs w:val="20"/>
              </w:rPr>
              <w:t>MěÚ</w:t>
            </w:r>
            <w:proofErr w:type="spellEnd"/>
            <w:r w:rsidRPr="00972808">
              <w:rPr>
                <w:b/>
                <w:bCs/>
                <w:sz w:val="20"/>
                <w:szCs w:val="20"/>
              </w:rPr>
              <w:t xml:space="preserve"> Náchod, </w:t>
            </w:r>
            <w:proofErr w:type="spellStart"/>
            <w:r w:rsidRPr="00972808">
              <w:rPr>
                <w:b/>
                <w:bCs/>
                <w:sz w:val="20"/>
                <w:szCs w:val="20"/>
              </w:rPr>
              <w:t>odb</w:t>
            </w:r>
            <w:proofErr w:type="spellEnd"/>
            <w:r w:rsidRPr="00972808">
              <w:rPr>
                <w:b/>
                <w:bCs/>
                <w:sz w:val="20"/>
                <w:szCs w:val="20"/>
              </w:rPr>
              <w:t xml:space="preserve">. </w:t>
            </w:r>
            <w:r>
              <w:rPr>
                <w:b/>
                <w:bCs/>
                <w:sz w:val="20"/>
                <w:szCs w:val="20"/>
              </w:rPr>
              <w:t>životního prostředí</w:t>
            </w:r>
          </w:p>
          <w:p w14:paraId="4064D129" w14:textId="46B25582" w:rsidR="00061142" w:rsidRPr="00391610" w:rsidRDefault="00972808" w:rsidP="00972808">
            <w:pPr>
              <w:pStyle w:val="Tabulka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Zámecká 1845, 547 01 Náchod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B8F6BF" w14:textId="0EA879F1" w:rsidR="00061142" w:rsidRPr="00BF06DE" w:rsidRDefault="00972808" w:rsidP="00AC1EC5">
            <w:pPr>
              <w:pStyle w:val="Tabulka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11.06.201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DEE9F6" w14:textId="4EDD9622" w:rsidR="00061142" w:rsidRPr="00391610" w:rsidRDefault="00972808" w:rsidP="00AC1EC5">
            <w:pPr>
              <w:pStyle w:val="Tabulka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Sdělení</w:t>
            </w:r>
          </w:p>
        </w:tc>
      </w:tr>
      <w:tr w:rsidR="00061142" w:rsidRPr="00B94A29" w14:paraId="3CEC8997" w14:textId="77777777" w:rsidTr="00B5643E">
        <w:trPr>
          <w:cantSplit/>
          <w:trHeight w:val="83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981993" w14:textId="0671EE2B" w:rsidR="00061142" w:rsidRPr="00391610" w:rsidRDefault="00972808" w:rsidP="00AC1EC5">
            <w:pPr>
              <w:pStyle w:val="Tabulka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D63AE0" w14:textId="77777777" w:rsidR="001E36EE" w:rsidRPr="00391610" w:rsidRDefault="001E36EE" w:rsidP="001E36EE">
            <w:pPr>
              <w:pStyle w:val="TabulkaText"/>
              <w:rPr>
                <w:sz w:val="20"/>
                <w:szCs w:val="20"/>
              </w:rPr>
            </w:pPr>
            <w:r w:rsidRPr="00391610">
              <w:rPr>
                <w:b/>
                <w:bCs/>
                <w:sz w:val="20"/>
                <w:szCs w:val="20"/>
              </w:rPr>
              <w:t>Povodí Labe, státní podnik</w:t>
            </w:r>
          </w:p>
          <w:p w14:paraId="2C36FAA8" w14:textId="449D8E26" w:rsidR="00061142" w:rsidRPr="00391610" w:rsidRDefault="001E36EE" w:rsidP="001E36EE">
            <w:pPr>
              <w:pStyle w:val="TabulkaText"/>
              <w:rPr>
                <w:b/>
                <w:sz w:val="20"/>
                <w:szCs w:val="20"/>
              </w:rPr>
            </w:pPr>
            <w:r w:rsidRPr="00391610">
              <w:rPr>
                <w:rStyle w:val="Siln"/>
                <w:b w:val="0"/>
                <w:bCs w:val="0"/>
                <w:sz w:val="20"/>
                <w:szCs w:val="20"/>
              </w:rPr>
              <w:t>Víta Nejedlého 951, 500 03 Hradec Králové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3AD712" w14:textId="7C6228D9" w:rsidR="00061142" w:rsidRPr="00B94A29" w:rsidRDefault="001E36EE" w:rsidP="00AC1EC5">
            <w:pPr>
              <w:pStyle w:val="Tabulka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14.05.2021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9B7C9" w14:textId="1757CE59" w:rsidR="00061142" w:rsidRPr="00391610" w:rsidRDefault="001E36EE" w:rsidP="00AC1EC5">
            <w:pPr>
              <w:pStyle w:val="Tabulka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Vyjádření </w:t>
            </w:r>
          </w:p>
        </w:tc>
      </w:tr>
      <w:tr w:rsidR="00061142" w:rsidRPr="00B94A29" w14:paraId="3DCB92BC" w14:textId="77777777" w:rsidTr="00B5643E">
        <w:trPr>
          <w:cantSplit/>
          <w:trHeight w:val="83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70CE22" w14:textId="1A211635" w:rsidR="00061142" w:rsidRPr="00391610" w:rsidRDefault="001E36EE" w:rsidP="00F80B40">
            <w:pPr>
              <w:pStyle w:val="Tabulka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A59C91" w14:textId="4789FF10" w:rsidR="00061142" w:rsidRDefault="001E36EE" w:rsidP="007A055B">
            <w:pPr>
              <w:pStyle w:val="TabulkaTex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Lesy ČR, </w:t>
            </w:r>
            <w:proofErr w:type="spellStart"/>
            <w:r>
              <w:rPr>
                <w:b/>
                <w:bCs/>
                <w:sz w:val="20"/>
                <w:szCs w:val="20"/>
              </w:rPr>
              <w:t>s.p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., OŘ východní </w:t>
            </w:r>
            <w:proofErr w:type="gramStart"/>
            <w:r>
              <w:rPr>
                <w:b/>
                <w:bCs/>
                <w:sz w:val="20"/>
                <w:szCs w:val="20"/>
              </w:rPr>
              <w:t>Čechy</w:t>
            </w:r>
            <w:r w:rsidR="00B5643E">
              <w:rPr>
                <w:b/>
                <w:bCs/>
                <w:sz w:val="20"/>
                <w:szCs w:val="20"/>
              </w:rPr>
              <w:t xml:space="preserve">  </w:t>
            </w:r>
            <w:r w:rsidR="00B5643E" w:rsidRPr="00B5643E">
              <w:rPr>
                <w:sz w:val="20"/>
                <w:szCs w:val="20"/>
              </w:rPr>
              <w:t>/</w:t>
            </w:r>
            <w:proofErr w:type="gramEnd"/>
            <w:r w:rsidR="00B5643E" w:rsidRPr="00B5643E">
              <w:rPr>
                <w:sz w:val="20"/>
                <w:szCs w:val="20"/>
              </w:rPr>
              <w:t>správce toku/</w:t>
            </w:r>
          </w:p>
          <w:p w14:paraId="1AA0E80A" w14:textId="667134FA" w:rsidR="001E36EE" w:rsidRPr="001E36EE" w:rsidRDefault="001E36EE" w:rsidP="007A055B">
            <w:pPr>
              <w:pStyle w:val="TabulkaText"/>
              <w:rPr>
                <w:sz w:val="20"/>
                <w:szCs w:val="20"/>
              </w:rPr>
            </w:pPr>
            <w:r w:rsidRPr="001E36EE">
              <w:rPr>
                <w:sz w:val="20"/>
                <w:szCs w:val="20"/>
              </w:rPr>
              <w:t>Přemyslova 1106/19, 500 08 Hradec Králové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F27A83" w14:textId="711E041E" w:rsidR="00061142" w:rsidRDefault="001E36EE" w:rsidP="00F80B40">
            <w:pPr>
              <w:pStyle w:val="Tabulka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12.07.2021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52B3E1" w14:textId="3D56B388" w:rsidR="00061142" w:rsidRPr="00391610" w:rsidRDefault="001E36EE" w:rsidP="00F80B40">
            <w:pPr>
              <w:pStyle w:val="Tabulka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Vyjádření</w:t>
            </w:r>
          </w:p>
        </w:tc>
      </w:tr>
      <w:tr w:rsidR="00FB5216" w:rsidRPr="00FB5216" w14:paraId="7B19DA52" w14:textId="77777777" w:rsidTr="00B5643E">
        <w:trPr>
          <w:cantSplit/>
          <w:trHeight w:val="8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B2EEF2" w14:textId="742FAEC2" w:rsidR="005C5B54" w:rsidRPr="00FB5216" w:rsidRDefault="001E36EE" w:rsidP="00AC1EC5">
            <w:pPr>
              <w:pStyle w:val="TabulkaText"/>
              <w:rPr>
                <w:color w:val="4472C4" w:themeColor="accent5"/>
                <w:sz w:val="20"/>
                <w:szCs w:val="20"/>
              </w:rPr>
            </w:pPr>
            <w:bookmarkStart w:id="1" w:name="_Hlk77067222"/>
            <w:bookmarkEnd w:id="0"/>
            <w:r w:rsidRPr="00FB5216">
              <w:rPr>
                <w:color w:val="4472C4" w:themeColor="accent5"/>
                <w:sz w:val="20"/>
                <w:szCs w:val="20"/>
              </w:rPr>
              <w:t>06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434340" w14:textId="77777777" w:rsidR="005C5B54" w:rsidRPr="00FB5216" w:rsidRDefault="001E36EE" w:rsidP="00AC1EC5">
            <w:pPr>
              <w:pStyle w:val="TabulkaText"/>
              <w:rPr>
                <w:b/>
                <w:color w:val="4472C4" w:themeColor="accent5"/>
                <w:sz w:val="20"/>
                <w:szCs w:val="20"/>
              </w:rPr>
            </w:pPr>
            <w:r w:rsidRPr="00FB5216">
              <w:rPr>
                <w:b/>
                <w:color w:val="4472C4" w:themeColor="accent5"/>
                <w:sz w:val="20"/>
                <w:szCs w:val="20"/>
              </w:rPr>
              <w:t>Městys Nový Hrádek,</w:t>
            </w:r>
          </w:p>
          <w:p w14:paraId="4E96C669" w14:textId="01EC005A" w:rsidR="001E36EE" w:rsidRPr="00FB5216" w:rsidRDefault="001E36EE" w:rsidP="00AC1EC5">
            <w:pPr>
              <w:pStyle w:val="TabulkaText"/>
              <w:rPr>
                <w:rStyle w:val="Siln"/>
                <w:bCs w:val="0"/>
                <w:color w:val="4472C4" w:themeColor="accent5"/>
                <w:sz w:val="20"/>
                <w:szCs w:val="20"/>
              </w:rPr>
            </w:pPr>
            <w:r w:rsidRPr="00FB5216">
              <w:rPr>
                <w:color w:val="4472C4" w:themeColor="accent5"/>
              </w:rPr>
              <w:t>Náměstí 28, 549 22 Nový Hrádek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4680D7" w14:textId="1874ACE2" w:rsidR="005C5B54" w:rsidRPr="00FB5216" w:rsidRDefault="001E36EE" w:rsidP="00AC1EC5">
            <w:pPr>
              <w:pStyle w:val="TabulkaText"/>
              <w:rPr>
                <w:color w:val="4472C4" w:themeColor="accent5"/>
                <w:sz w:val="20"/>
                <w:szCs w:val="20"/>
              </w:rPr>
            </w:pPr>
            <w:r w:rsidRPr="00FB5216">
              <w:rPr>
                <w:color w:val="4472C4" w:themeColor="accent5"/>
                <w:sz w:val="20"/>
                <w:szCs w:val="20"/>
              </w:rPr>
              <w:t>09.06.2021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C971A6" w14:textId="51DCA220" w:rsidR="005C5B54" w:rsidRPr="00FB5216" w:rsidRDefault="001E36EE" w:rsidP="00AC1EC5">
            <w:pPr>
              <w:pStyle w:val="TabulkaText"/>
              <w:rPr>
                <w:color w:val="4472C4" w:themeColor="accent5"/>
                <w:sz w:val="20"/>
                <w:szCs w:val="20"/>
              </w:rPr>
            </w:pPr>
            <w:r w:rsidRPr="00FB5216">
              <w:rPr>
                <w:color w:val="4472C4" w:themeColor="accent5"/>
                <w:sz w:val="20"/>
                <w:szCs w:val="20"/>
              </w:rPr>
              <w:t xml:space="preserve">Žádali jsme, ale nezaslali nám stanovisko /zprostředkovaně </w:t>
            </w:r>
            <w:r w:rsidR="00B5643E" w:rsidRPr="00FB5216">
              <w:rPr>
                <w:color w:val="4472C4" w:themeColor="accent5"/>
                <w:sz w:val="20"/>
                <w:szCs w:val="20"/>
              </w:rPr>
              <w:t xml:space="preserve">je </w:t>
            </w:r>
            <w:r w:rsidRPr="00FB5216">
              <w:rPr>
                <w:color w:val="4472C4" w:themeColor="accent5"/>
                <w:sz w:val="20"/>
                <w:szCs w:val="20"/>
              </w:rPr>
              <w:t>od Vás</w:t>
            </w:r>
            <w:r w:rsidR="00B5643E" w:rsidRPr="00FB5216">
              <w:rPr>
                <w:color w:val="4472C4" w:themeColor="accent5"/>
                <w:sz w:val="20"/>
                <w:szCs w:val="20"/>
              </w:rPr>
              <w:t>/</w:t>
            </w:r>
          </w:p>
        </w:tc>
      </w:tr>
      <w:bookmarkEnd w:id="1"/>
    </w:tbl>
    <w:p w14:paraId="2AEED37C" w14:textId="77777777" w:rsidR="00C506F0" w:rsidRPr="002E1698" w:rsidRDefault="00C506F0" w:rsidP="00B5643E">
      <w:pPr>
        <w:pStyle w:val="TabulkaText"/>
      </w:pPr>
    </w:p>
    <w:sectPr w:rsidR="00C506F0" w:rsidRPr="002E1698" w:rsidSect="00821BBD">
      <w:headerReference w:type="default" r:id="rId8"/>
      <w:footerReference w:type="default" r:id="rId9"/>
      <w:headerReference w:type="first" r:id="rId10"/>
      <w:pgSz w:w="11906" w:h="16838" w:code="9"/>
      <w:pgMar w:top="993" w:right="851" w:bottom="851" w:left="851" w:header="567" w:footer="567" w:gutter="1134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34810A" w14:textId="77777777" w:rsidR="00DF7E77" w:rsidRDefault="00DF7E77" w:rsidP="00C94CF8">
      <w:r>
        <w:separator/>
      </w:r>
    </w:p>
  </w:endnote>
  <w:endnote w:type="continuationSeparator" w:id="0">
    <w:p w14:paraId="6C33747D" w14:textId="77777777" w:rsidR="00DF7E77" w:rsidRDefault="00DF7E77" w:rsidP="00C94C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0810855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F032066" w14:textId="5E0FE7B6" w:rsidR="009368C0" w:rsidRDefault="009368C0" w:rsidP="00EF52AE">
        <w:pPr>
          <w:pStyle w:val="Zpa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50A2E">
          <w:rPr>
            <w:noProof/>
          </w:rPr>
          <w:t>3</w:t>
        </w:r>
        <w:r>
          <w:rPr>
            <w:noProof/>
          </w:rPr>
          <w:fldChar w:fldCharType="end"/>
        </w:r>
        <w:r>
          <w:rPr>
            <w:noProof/>
          </w:rPr>
          <w:t xml:space="preserve"> z </w:t>
        </w:r>
        <w:r>
          <w:rPr>
            <w:noProof/>
          </w:rPr>
          <w:fldChar w:fldCharType="begin"/>
        </w:r>
        <w:r>
          <w:rPr>
            <w:noProof/>
          </w:rPr>
          <w:instrText xml:space="preserve"> =</w:instrText>
        </w:r>
        <w:r>
          <w:rPr>
            <w:noProof/>
          </w:rPr>
          <w:fldChar w:fldCharType="begin"/>
        </w:r>
        <w:r>
          <w:rPr>
            <w:noProof/>
          </w:rPr>
          <w:instrText xml:space="preserve"> NUMPAGES  \* Arabic  \* MERGEFORMAT </w:instrText>
        </w:r>
        <w:r>
          <w:rPr>
            <w:noProof/>
          </w:rPr>
          <w:fldChar w:fldCharType="separate"/>
        </w:r>
        <w:r w:rsidR="00FB5216">
          <w:rPr>
            <w:noProof/>
          </w:rPr>
          <w:instrText>1</w:instrText>
        </w:r>
        <w:r>
          <w:rPr>
            <w:noProof/>
          </w:rPr>
          <w:fldChar w:fldCharType="end"/>
        </w:r>
        <w:r>
          <w:rPr>
            <w:noProof/>
          </w:rPr>
          <w:instrText xml:space="preserve">+1 </w:instrText>
        </w:r>
        <w:r>
          <w:rPr>
            <w:noProof/>
          </w:rPr>
          <w:fldChar w:fldCharType="separate"/>
        </w:r>
        <w:r w:rsidR="00FB521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340301" w14:textId="77777777" w:rsidR="00DF7E77" w:rsidRDefault="00DF7E77" w:rsidP="00C94CF8">
      <w:r>
        <w:separator/>
      </w:r>
    </w:p>
  </w:footnote>
  <w:footnote w:type="continuationSeparator" w:id="0">
    <w:p w14:paraId="47EF16A8" w14:textId="77777777" w:rsidR="00DF7E77" w:rsidRDefault="00DF7E77" w:rsidP="00C94C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CDB23" w14:textId="5B5F1D50" w:rsidR="009368C0" w:rsidRDefault="0039536F" w:rsidP="00B1596C">
    <w:pPr>
      <w:pStyle w:val="Zhlav"/>
    </w:pPr>
    <w:r>
      <w:rPr>
        <w:rFonts w:cs="Arial"/>
        <w:noProof/>
        <w:color w:val="A6A6A6" w:themeColor="background1" w:themeShade="A6"/>
        <w:sz w:val="32"/>
        <w:szCs w:val="32"/>
      </w:rPr>
      <w:drawing>
        <wp:anchor distT="0" distB="0" distL="114300" distR="114300" simplePos="0" relativeHeight="251659264" behindDoc="1" locked="0" layoutInCell="1" allowOverlap="1" wp14:anchorId="6AF45E40" wp14:editId="7F2917D4">
          <wp:simplePos x="0" y="0"/>
          <wp:positionH relativeFrom="margin">
            <wp:posOffset>4314825</wp:posOffset>
          </wp:positionH>
          <wp:positionV relativeFrom="paragraph">
            <wp:posOffset>-180975</wp:posOffset>
          </wp:positionV>
          <wp:extent cx="1591945" cy="461645"/>
          <wp:effectExtent l="0" t="0" r="8255" b="0"/>
          <wp:wrapTight wrapText="bothSides">
            <wp:wrapPolygon edited="0">
              <wp:start x="0" y="0"/>
              <wp:lineTo x="0" y="20501"/>
              <wp:lineTo x="21454" y="20501"/>
              <wp:lineTo x="21454" y="0"/>
              <wp:lineTo x="0" y="0"/>
            </wp:wrapPolygon>
          </wp:wrapTight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1945" cy="461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EC317" w14:textId="31859DF8" w:rsidR="009368C0" w:rsidRDefault="006467EA">
    <w:pPr>
      <w:pStyle w:val="Zhlav"/>
    </w:pPr>
    <w:r>
      <w:rPr>
        <w:rFonts w:cs="Arial"/>
        <w:noProof/>
        <w:color w:val="A6A6A6" w:themeColor="background1" w:themeShade="A6"/>
        <w:sz w:val="32"/>
        <w:szCs w:val="32"/>
      </w:rPr>
      <w:drawing>
        <wp:anchor distT="0" distB="0" distL="114300" distR="114300" simplePos="0" relativeHeight="251657216" behindDoc="1" locked="0" layoutInCell="1" allowOverlap="1" wp14:anchorId="6E09F567" wp14:editId="50961D58">
          <wp:simplePos x="0" y="0"/>
          <wp:positionH relativeFrom="margin">
            <wp:posOffset>4400550</wp:posOffset>
          </wp:positionH>
          <wp:positionV relativeFrom="paragraph">
            <wp:posOffset>-200025</wp:posOffset>
          </wp:positionV>
          <wp:extent cx="1591945" cy="461645"/>
          <wp:effectExtent l="0" t="0" r="8255" b="0"/>
          <wp:wrapTight wrapText="bothSides">
            <wp:wrapPolygon edited="0">
              <wp:start x="0" y="0"/>
              <wp:lineTo x="0" y="20501"/>
              <wp:lineTo x="21454" y="20501"/>
              <wp:lineTo x="21454" y="0"/>
              <wp:lineTo x="0" y="0"/>
            </wp:wrapPolygon>
          </wp:wrapTight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1945" cy="461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59A21E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B62C36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7F42A1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CBC5A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DDE66D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6A07DE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DA8126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0F4B45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B6A4E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D10E1B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664467"/>
    <w:multiLevelType w:val="hybridMultilevel"/>
    <w:tmpl w:val="CF987478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11077A14"/>
    <w:multiLevelType w:val="multilevel"/>
    <w:tmpl w:val="09C4172A"/>
    <w:numStyleLink w:val="Zatdnmostu"/>
  </w:abstractNum>
  <w:abstractNum w:abstractNumId="12" w15:restartNumberingAfterBreak="0">
    <w:nsid w:val="165457F4"/>
    <w:multiLevelType w:val="multilevel"/>
    <w:tmpl w:val="09C4172A"/>
    <w:numStyleLink w:val="Zatdnmostu"/>
  </w:abstractNum>
  <w:abstractNum w:abstractNumId="13" w15:restartNumberingAfterBreak="0">
    <w:nsid w:val="2095261A"/>
    <w:multiLevelType w:val="hybridMultilevel"/>
    <w:tmpl w:val="20B882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064747"/>
    <w:multiLevelType w:val="multilevel"/>
    <w:tmpl w:val="09C4172A"/>
    <w:numStyleLink w:val="Zatdnmostu"/>
  </w:abstractNum>
  <w:abstractNum w:abstractNumId="15" w15:restartNumberingAfterBreak="0">
    <w:nsid w:val="3B3B04EF"/>
    <w:multiLevelType w:val="multilevel"/>
    <w:tmpl w:val="09C4172A"/>
    <w:numStyleLink w:val="Zatdnmostu"/>
  </w:abstractNum>
  <w:abstractNum w:abstractNumId="16" w15:restartNumberingAfterBreak="0">
    <w:nsid w:val="40C453D5"/>
    <w:multiLevelType w:val="hybridMultilevel"/>
    <w:tmpl w:val="D50810C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4F8905FB"/>
    <w:multiLevelType w:val="multilevel"/>
    <w:tmpl w:val="8A265B7A"/>
    <w:lvl w:ilvl="0">
      <w:start w:val="1"/>
      <w:numFmt w:val="decimal"/>
      <w:pStyle w:val="Nadpis1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dpis2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adpis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upperLetter"/>
      <w:pStyle w:val="Nadpis6"/>
      <w:suff w:val="space"/>
      <w:lvlText w:val="Příloha %6 -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4F996FD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0DD70AD"/>
    <w:multiLevelType w:val="multilevel"/>
    <w:tmpl w:val="09C4172A"/>
    <w:styleLink w:val="Zatdnmostu"/>
    <w:lvl w:ilvl="0">
      <w:start w:val="1"/>
      <w:numFmt w:val="bullet"/>
      <w:lvlText w:val="»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bullet"/>
      <w:lvlText w:val=""/>
      <w:lvlJc w:val="left"/>
      <w:pPr>
        <w:ind w:left="568" w:hanging="284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ind w:left="1136" w:hanging="284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ind w:left="1420" w:hanging="284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1988" w:hanging="284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ind w:left="2272" w:hanging="284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ind w:left="2556" w:hanging="284"/>
      </w:pPr>
      <w:rPr>
        <w:rFonts w:ascii="Wingdings" w:hAnsi="Wingdings" w:hint="default"/>
      </w:rPr>
    </w:lvl>
  </w:abstractNum>
  <w:abstractNum w:abstractNumId="20" w15:restartNumberingAfterBreak="0">
    <w:nsid w:val="67F02B59"/>
    <w:multiLevelType w:val="hybridMultilevel"/>
    <w:tmpl w:val="F3FEFF44"/>
    <w:lvl w:ilvl="0" w:tplc="57C45C22">
      <w:numFmt w:val="bullet"/>
      <w:lvlText w:val="•"/>
      <w:lvlJc w:val="left"/>
      <w:pPr>
        <w:ind w:left="927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6A697CAE"/>
    <w:multiLevelType w:val="multilevel"/>
    <w:tmpl w:val="09C4172A"/>
    <w:numStyleLink w:val="Zatdnmostu"/>
  </w:abstractNum>
  <w:abstractNum w:abstractNumId="22" w15:restartNumberingAfterBreak="0">
    <w:nsid w:val="76AF7540"/>
    <w:multiLevelType w:val="multilevel"/>
    <w:tmpl w:val="09C4172A"/>
    <w:numStyleLink w:val="Zatdnmostu"/>
  </w:abstractNum>
  <w:abstractNum w:abstractNumId="23" w15:restartNumberingAfterBreak="0">
    <w:nsid w:val="779C6301"/>
    <w:multiLevelType w:val="multilevel"/>
    <w:tmpl w:val="09C4172A"/>
    <w:numStyleLink w:val="Zatdnmostu"/>
  </w:abstractNum>
  <w:abstractNum w:abstractNumId="24" w15:restartNumberingAfterBreak="0">
    <w:nsid w:val="7C0A65DC"/>
    <w:multiLevelType w:val="multilevel"/>
    <w:tmpl w:val="09C4172A"/>
    <w:numStyleLink w:val="Zatdnmostu"/>
  </w:abstractNum>
  <w:abstractNum w:abstractNumId="25" w15:restartNumberingAfterBreak="0">
    <w:nsid w:val="7C203348"/>
    <w:multiLevelType w:val="multilevel"/>
    <w:tmpl w:val="09C4172A"/>
    <w:numStyleLink w:val="Zatdnmostu"/>
  </w:abstractNum>
  <w:abstractNum w:abstractNumId="26" w15:restartNumberingAfterBreak="0">
    <w:nsid w:val="7C3260F7"/>
    <w:multiLevelType w:val="multilevel"/>
    <w:tmpl w:val="09C4172A"/>
    <w:numStyleLink w:val="Zatdnmostu"/>
  </w:abstractNum>
  <w:num w:numId="1">
    <w:abstractNumId w:val="18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7"/>
  </w:num>
  <w:num w:numId="13">
    <w:abstractNumId w:val="19"/>
  </w:num>
  <w:num w:numId="14">
    <w:abstractNumId w:val="12"/>
  </w:num>
  <w:num w:numId="15">
    <w:abstractNumId w:val="24"/>
  </w:num>
  <w:num w:numId="16">
    <w:abstractNumId w:val="13"/>
  </w:num>
  <w:num w:numId="17">
    <w:abstractNumId w:val="10"/>
  </w:num>
  <w:num w:numId="18">
    <w:abstractNumId w:val="16"/>
  </w:num>
  <w:num w:numId="19">
    <w:abstractNumId w:val="26"/>
  </w:num>
  <w:num w:numId="20">
    <w:abstractNumId w:val="26"/>
    <w:lvlOverride w:ilvl="0">
      <w:startOverride w:val="1"/>
    </w:lvlOverride>
  </w:num>
  <w:num w:numId="21">
    <w:abstractNumId w:val="26"/>
    <w:lvlOverride w:ilvl="0">
      <w:startOverride w:val="1"/>
    </w:lvlOverride>
  </w:num>
  <w:num w:numId="22">
    <w:abstractNumId w:val="26"/>
  </w:num>
  <w:num w:numId="23">
    <w:abstractNumId w:val="11"/>
  </w:num>
  <w:num w:numId="24">
    <w:abstractNumId w:val="22"/>
  </w:num>
  <w:num w:numId="25">
    <w:abstractNumId w:val="15"/>
  </w:num>
  <w:num w:numId="26">
    <w:abstractNumId w:val="25"/>
  </w:num>
  <w:num w:numId="27">
    <w:abstractNumId w:val="14"/>
  </w:num>
  <w:num w:numId="28">
    <w:abstractNumId w:val="21"/>
  </w:num>
  <w:num w:numId="29">
    <w:abstractNumId w:val="20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3B1C"/>
    <w:rsid w:val="000023D3"/>
    <w:rsid w:val="00006562"/>
    <w:rsid w:val="0001207B"/>
    <w:rsid w:val="00012870"/>
    <w:rsid w:val="00012DB5"/>
    <w:rsid w:val="000139C4"/>
    <w:rsid w:val="00015E1C"/>
    <w:rsid w:val="000227F6"/>
    <w:rsid w:val="00025577"/>
    <w:rsid w:val="000318BD"/>
    <w:rsid w:val="00040A0A"/>
    <w:rsid w:val="00040DD0"/>
    <w:rsid w:val="000413FD"/>
    <w:rsid w:val="00044397"/>
    <w:rsid w:val="000463D1"/>
    <w:rsid w:val="000466EC"/>
    <w:rsid w:val="00051273"/>
    <w:rsid w:val="00061142"/>
    <w:rsid w:val="00085A62"/>
    <w:rsid w:val="000917BA"/>
    <w:rsid w:val="000A2D3D"/>
    <w:rsid w:val="000A349E"/>
    <w:rsid w:val="000A6B73"/>
    <w:rsid w:val="000B589E"/>
    <w:rsid w:val="000B67C6"/>
    <w:rsid w:val="000C1FF5"/>
    <w:rsid w:val="000C27F1"/>
    <w:rsid w:val="000F561B"/>
    <w:rsid w:val="00104BE2"/>
    <w:rsid w:val="001051A2"/>
    <w:rsid w:val="00106AF6"/>
    <w:rsid w:val="00126025"/>
    <w:rsid w:val="001313CE"/>
    <w:rsid w:val="0013577F"/>
    <w:rsid w:val="001361FD"/>
    <w:rsid w:val="00143F69"/>
    <w:rsid w:val="00152751"/>
    <w:rsid w:val="0015725B"/>
    <w:rsid w:val="00160DC4"/>
    <w:rsid w:val="001634FA"/>
    <w:rsid w:val="00163EDF"/>
    <w:rsid w:val="0018174A"/>
    <w:rsid w:val="001837C6"/>
    <w:rsid w:val="00186A5C"/>
    <w:rsid w:val="001959E4"/>
    <w:rsid w:val="001A1964"/>
    <w:rsid w:val="001A281C"/>
    <w:rsid w:val="001A6B36"/>
    <w:rsid w:val="001A6BBC"/>
    <w:rsid w:val="001B7832"/>
    <w:rsid w:val="001C7CE9"/>
    <w:rsid w:val="001D3FF0"/>
    <w:rsid w:val="001D5130"/>
    <w:rsid w:val="001D53ED"/>
    <w:rsid w:val="001E36EE"/>
    <w:rsid w:val="001F01B3"/>
    <w:rsid w:val="001F1382"/>
    <w:rsid w:val="001F564C"/>
    <w:rsid w:val="001F56BF"/>
    <w:rsid w:val="001F778A"/>
    <w:rsid w:val="00200D28"/>
    <w:rsid w:val="00206166"/>
    <w:rsid w:val="00215410"/>
    <w:rsid w:val="00216695"/>
    <w:rsid w:val="0022076F"/>
    <w:rsid w:val="00227617"/>
    <w:rsid w:val="002322CC"/>
    <w:rsid w:val="002445BB"/>
    <w:rsid w:val="0024520B"/>
    <w:rsid w:val="002473E3"/>
    <w:rsid w:val="00257573"/>
    <w:rsid w:val="002606CE"/>
    <w:rsid w:val="00267939"/>
    <w:rsid w:val="00270015"/>
    <w:rsid w:val="002721C8"/>
    <w:rsid w:val="00274A45"/>
    <w:rsid w:val="00280641"/>
    <w:rsid w:val="00282647"/>
    <w:rsid w:val="00292494"/>
    <w:rsid w:val="002A0C82"/>
    <w:rsid w:val="002A4707"/>
    <w:rsid w:val="002B5776"/>
    <w:rsid w:val="002C3F95"/>
    <w:rsid w:val="002C458E"/>
    <w:rsid w:val="002D1317"/>
    <w:rsid w:val="002D5F20"/>
    <w:rsid w:val="002D7ADD"/>
    <w:rsid w:val="002E1698"/>
    <w:rsid w:val="002F4648"/>
    <w:rsid w:val="002F54E5"/>
    <w:rsid w:val="003274E3"/>
    <w:rsid w:val="00336F9E"/>
    <w:rsid w:val="003520B8"/>
    <w:rsid w:val="0035217F"/>
    <w:rsid w:val="0036302B"/>
    <w:rsid w:val="00373F2F"/>
    <w:rsid w:val="00386057"/>
    <w:rsid w:val="00391610"/>
    <w:rsid w:val="0039536F"/>
    <w:rsid w:val="00396ED9"/>
    <w:rsid w:val="003A449D"/>
    <w:rsid w:val="003B322F"/>
    <w:rsid w:val="003B4106"/>
    <w:rsid w:val="003C0807"/>
    <w:rsid w:val="003C0EBC"/>
    <w:rsid w:val="003C47F8"/>
    <w:rsid w:val="003C7B8D"/>
    <w:rsid w:val="003D3FFD"/>
    <w:rsid w:val="003E1C36"/>
    <w:rsid w:val="003E7956"/>
    <w:rsid w:val="00417559"/>
    <w:rsid w:val="00422062"/>
    <w:rsid w:val="0042470F"/>
    <w:rsid w:val="0042794D"/>
    <w:rsid w:val="0043763E"/>
    <w:rsid w:val="0044026E"/>
    <w:rsid w:val="004414C6"/>
    <w:rsid w:val="0045325A"/>
    <w:rsid w:val="00480648"/>
    <w:rsid w:val="00483B3B"/>
    <w:rsid w:val="00485662"/>
    <w:rsid w:val="00486A47"/>
    <w:rsid w:val="004901D9"/>
    <w:rsid w:val="00491EBA"/>
    <w:rsid w:val="00491F94"/>
    <w:rsid w:val="00493D39"/>
    <w:rsid w:val="004966A6"/>
    <w:rsid w:val="00496D48"/>
    <w:rsid w:val="004A2594"/>
    <w:rsid w:val="004A6806"/>
    <w:rsid w:val="004A7AD3"/>
    <w:rsid w:val="004B01A0"/>
    <w:rsid w:val="004B2CED"/>
    <w:rsid w:val="004C0FA3"/>
    <w:rsid w:val="004C5FF0"/>
    <w:rsid w:val="004C6D43"/>
    <w:rsid w:val="004D117B"/>
    <w:rsid w:val="004E0F78"/>
    <w:rsid w:val="004E2208"/>
    <w:rsid w:val="004E459F"/>
    <w:rsid w:val="004F11EB"/>
    <w:rsid w:val="004F51DC"/>
    <w:rsid w:val="005076A1"/>
    <w:rsid w:val="00507D94"/>
    <w:rsid w:val="005134DF"/>
    <w:rsid w:val="00513B2E"/>
    <w:rsid w:val="00513FC6"/>
    <w:rsid w:val="0051643E"/>
    <w:rsid w:val="00523C9D"/>
    <w:rsid w:val="00526AFA"/>
    <w:rsid w:val="0054178A"/>
    <w:rsid w:val="00546A19"/>
    <w:rsid w:val="00557DF7"/>
    <w:rsid w:val="00564892"/>
    <w:rsid w:val="0056658B"/>
    <w:rsid w:val="00571498"/>
    <w:rsid w:val="005776C3"/>
    <w:rsid w:val="00581559"/>
    <w:rsid w:val="00582E20"/>
    <w:rsid w:val="00590F9F"/>
    <w:rsid w:val="005930B6"/>
    <w:rsid w:val="005968F0"/>
    <w:rsid w:val="00597204"/>
    <w:rsid w:val="005A0474"/>
    <w:rsid w:val="005A0591"/>
    <w:rsid w:val="005A0D95"/>
    <w:rsid w:val="005A6BBD"/>
    <w:rsid w:val="005A7233"/>
    <w:rsid w:val="005B0E15"/>
    <w:rsid w:val="005C520B"/>
    <w:rsid w:val="005C5698"/>
    <w:rsid w:val="005C5B54"/>
    <w:rsid w:val="005C68CD"/>
    <w:rsid w:val="005D1926"/>
    <w:rsid w:val="005D605F"/>
    <w:rsid w:val="005D7B42"/>
    <w:rsid w:val="005F01A0"/>
    <w:rsid w:val="005F06CC"/>
    <w:rsid w:val="005F4368"/>
    <w:rsid w:val="005F4EF3"/>
    <w:rsid w:val="006051D5"/>
    <w:rsid w:val="006206F0"/>
    <w:rsid w:val="00622026"/>
    <w:rsid w:val="006245F6"/>
    <w:rsid w:val="00624E58"/>
    <w:rsid w:val="006253F8"/>
    <w:rsid w:val="00631B46"/>
    <w:rsid w:val="006338EC"/>
    <w:rsid w:val="006343F9"/>
    <w:rsid w:val="00635DEA"/>
    <w:rsid w:val="006467EA"/>
    <w:rsid w:val="00646CDD"/>
    <w:rsid w:val="006510C1"/>
    <w:rsid w:val="00651260"/>
    <w:rsid w:val="00651819"/>
    <w:rsid w:val="006543D7"/>
    <w:rsid w:val="0065555E"/>
    <w:rsid w:val="00655938"/>
    <w:rsid w:val="006569EC"/>
    <w:rsid w:val="0067012C"/>
    <w:rsid w:val="00670540"/>
    <w:rsid w:val="006758BA"/>
    <w:rsid w:val="0067641C"/>
    <w:rsid w:val="00676F5A"/>
    <w:rsid w:val="00677B93"/>
    <w:rsid w:val="00680A99"/>
    <w:rsid w:val="00683D86"/>
    <w:rsid w:val="006847FD"/>
    <w:rsid w:val="0069548B"/>
    <w:rsid w:val="006A12F1"/>
    <w:rsid w:val="006A62B3"/>
    <w:rsid w:val="006A6B5A"/>
    <w:rsid w:val="006B77DF"/>
    <w:rsid w:val="006C2151"/>
    <w:rsid w:val="006C3450"/>
    <w:rsid w:val="006C38B9"/>
    <w:rsid w:val="006C3EB9"/>
    <w:rsid w:val="006D3CA0"/>
    <w:rsid w:val="006F08E9"/>
    <w:rsid w:val="006F27CA"/>
    <w:rsid w:val="007104CC"/>
    <w:rsid w:val="007135F0"/>
    <w:rsid w:val="0072561E"/>
    <w:rsid w:val="00730CC8"/>
    <w:rsid w:val="00731F44"/>
    <w:rsid w:val="00754AF4"/>
    <w:rsid w:val="00760191"/>
    <w:rsid w:val="00772EEA"/>
    <w:rsid w:val="00775285"/>
    <w:rsid w:val="007754F0"/>
    <w:rsid w:val="00781891"/>
    <w:rsid w:val="00783D3F"/>
    <w:rsid w:val="00797BED"/>
    <w:rsid w:val="007A055B"/>
    <w:rsid w:val="007A2163"/>
    <w:rsid w:val="007A3BCB"/>
    <w:rsid w:val="007C020D"/>
    <w:rsid w:val="007D2962"/>
    <w:rsid w:val="007E10C7"/>
    <w:rsid w:val="007E6C2B"/>
    <w:rsid w:val="007F1C39"/>
    <w:rsid w:val="007F2684"/>
    <w:rsid w:val="00802754"/>
    <w:rsid w:val="0081219D"/>
    <w:rsid w:val="00813CCE"/>
    <w:rsid w:val="00821BBD"/>
    <w:rsid w:val="00823DD9"/>
    <w:rsid w:val="00824B66"/>
    <w:rsid w:val="0083547A"/>
    <w:rsid w:val="00835838"/>
    <w:rsid w:val="008365A9"/>
    <w:rsid w:val="008437A6"/>
    <w:rsid w:val="00846B80"/>
    <w:rsid w:val="00850B78"/>
    <w:rsid w:val="00861493"/>
    <w:rsid w:val="00861FC8"/>
    <w:rsid w:val="00870FB0"/>
    <w:rsid w:val="00871918"/>
    <w:rsid w:val="0087291E"/>
    <w:rsid w:val="00876860"/>
    <w:rsid w:val="00883505"/>
    <w:rsid w:val="00886911"/>
    <w:rsid w:val="00890435"/>
    <w:rsid w:val="0089296A"/>
    <w:rsid w:val="00896BBC"/>
    <w:rsid w:val="008B09AC"/>
    <w:rsid w:val="008B1855"/>
    <w:rsid w:val="008C1E9E"/>
    <w:rsid w:val="008C2009"/>
    <w:rsid w:val="008C5EC9"/>
    <w:rsid w:val="008D140B"/>
    <w:rsid w:val="008D1AFC"/>
    <w:rsid w:val="008D2F1A"/>
    <w:rsid w:val="008F0476"/>
    <w:rsid w:val="008F5F68"/>
    <w:rsid w:val="00903575"/>
    <w:rsid w:val="00914B93"/>
    <w:rsid w:val="00915A1B"/>
    <w:rsid w:val="009212F6"/>
    <w:rsid w:val="00922D1B"/>
    <w:rsid w:val="00924119"/>
    <w:rsid w:val="009368C0"/>
    <w:rsid w:val="00945291"/>
    <w:rsid w:val="0096383D"/>
    <w:rsid w:val="00972808"/>
    <w:rsid w:val="00974AA2"/>
    <w:rsid w:val="00976D86"/>
    <w:rsid w:val="00981BCE"/>
    <w:rsid w:val="00984108"/>
    <w:rsid w:val="00986FFD"/>
    <w:rsid w:val="00992428"/>
    <w:rsid w:val="009A3773"/>
    <w:rsid w:val="009A42F9"/>
    <w:rsid w:val="009A4441"/>
    <w:rsid w:val="009A70AC"/>
    <w:rsid w:val="009B1A68"/>
    <w:rsid w:val="009B6736"/>
    <w:rsid w:val="009C7823"/>
    <w:rsid w:val="009D5404"/>
    <w:rsid w:val="009D5A6C"/>
    <w:rsid w:val="009D5D10"/>
    <w:rsid w:val="009E1D52"/>
    <w:rsid w:val="009E540A"/>
    <w:rsid w:val="009F02D8"/>
    <w:rsid w:val="009F3317"/>
    <w:rsid w:val="009F4076"/>
    <w:rsid w:val="00A03137"/>
    <w:rsid w:val="00A0539B"/>
    <w:rsid w:val="00A13B19"/>
    <w:rsid w:val="00A2133E"/>
    <w:rsid w:val="00A34E98"/>
    <w:rsid w:val="00A45F7C"/>
    <w:rsid w:val="00A54AC3"/>
    <w:rsid w:val="00A60081"/>
    <w:rsid w:val="00A64347"/>
    <w:rsid w:val="00A70556"/>
    <w:rsid w:val="00A80AF8"/>
    <w:rsid w:val="00A8190D"/>
    <w:rsid w:val="00A95FE6"/>
    <w:rsid w:val="00AA57DD"/>
    <w:rsid w:val="00AA6200"/>
    <w:rsid w:val="00AC50C9"/>
    <w:rsid w:val="00AD563C"/>
    <w:rsid w:val="00AD6625"/>
    <w:rsid w:val="00AE248F"/>
    <w:rsid w:val="00AE285C"/>
    <w:rsid w:val="00AE6E3D"/>
    <w:rsid w:val="00AF3B1C"/>
    <w:rsid w:val="00B036FD"/>
    <w:rsid w:val="00B10EBE"/>
    <w:rsid w:val="00B132EE"/>
    <w:rsid w:val="00B1596C"/>
    <w:rsid w:val="00B279F5"/>
    <w:rsid w:val="00B32A18"/>
    <w:rsid w:val="00B35F2D"/>
    <w:rsid w:val="00B5180A"/>
    <w:rsid w:val="00B528F2"/>
    <w:rsid w:val="00B5643E"/>
    <w:rsid w:val="00B56AB3"/>
    <w:rsid w:val="00B60FA1"/>
    <w:rsid w:val="00B64E12"/>
    <w:rsid w:val="00B9011B"/>
    <w:rsid w:val="00B913DE"/>
    <w:rsid w:val="00B91AE5"/>
    <w:rsid w:val="00BA250F"/>
    <w:rsid w:val="00BA2D98"/>
    <w:rsid w:val="00BA3CFD"/>
    <w:rsid w:val="00BA49B4"/>
    <w:rsid w:val="00BA7271"/>
    <w:rsid w:val="00BB3763"/>
    <w:rsid w:val="00BC0748"/>
    <w:rsid w:val="00BC6713"/>
    <w:rsid w:val="00BD1829"/>
    <w:rsid w:val="00BD25AD"/>
    <w:rsid w:val="00BE20B6"/>
    <w:rsid w:val="00BE75F9"/>
    <w:rsid w:val="00BF06DE"/>
    <w:rsid w:val="00BF2F0A"/>
    <w:rsid w:val="00C001B9"/>
    <w:rsid w:val="00C034DB"/>
    <w:rsid w:val="00C035AD"/>
    <w:rsid w:val="00C15FAB"/>
    <w:rsid w:val="00C171F2"/>
    <w:rsid w:val="00C23BE5"/>
    <w:rsid w:val="00C25EB9"/>
    <w:rsid w:val="00C32432"/>
    <w:rsid w:val="00C351CF"/>
    <w:rsid w:val="00C44C4F"/>
    <w:rsid w:val="00C47DAA"/>
    <w:rsid w:val="00C506F0"/>
    <w:rsid w:val="00C520CD"/>
    <w:rsid w:val="00C5738A"/>
    <w:rsid w:val="00C66018"/>
    <w:rsid w:val="00C677FB"/>
    <w:rsid w:val="00C85E80"/>
    <w:rsid w:val="00C9229F"/>
    <w:rsid w:val="00C947A6"/>
    <w:rsid w:val="00C94CF8"/>
    <w:rsid w:val="00CA6C81"/>
    <w:rsid w:val="00CB6721"/>
    <w:rsid w:val="00CB7C19"/>
    <w:rsid w:val="00CB7F15"/>
    <w:rsid w:val="00CC5681"/>
    <w:rsid w:val="00CC56AB"/>
    <w:rsid w:val="00CD59CA"/>
    <w:rsid w:val="00CD59E9"/>
    <w:rsid w:val="00CE3506"/>
    <w:rsid w:val="00CE43EC"/>
    <w:rsid w:val="00CE52E5"/>
    <w:rsid w:val="00CF15FD"/>
    <w:rsid w:val="00D0073C"/>
    <w:rsid w:val="00D01A0C"/>
    <w:rsid w:val="00D024F7"/>
    <w:rsid w:val="00D04843"/>
    <w:rsid w:val="00D05737"/>
    <w:rsid w:val="00D16845"/>
    <w:rsid w:val="00D21A5E"/>
    <w:rsid w:val="00D32E8A"/>
    <w:rsid w:val="00D32F81"/>
    <w:rsid w:val="00D333A4"/>
    <w:rsid w:val="00D35502"/>
    <w:rsid w:val="00D4161A"/>
    <w:rsid w:val="00D45F94"/>
    <w:rsid w:val="00D504D6"/>
    <w:rsid w:val="00D54F7C"/>
    <w:rsid w:val="00D57280"/>
    <w:rsid w:val="00D577FB"/>
    <w:rsid w:val="00D6256E"/>
    <w:rsid w:val="00D74C24"/>
    <w:rsid w:val="00D87867"/>
    <w:rsid w:val="00D9024A"/>
    <w:rsid w:val="00D91B99"/>
    <w:rsid w:val="00D945FB"/>
    <w:rsid w:val="00DA3A9C"/>
    <w:rsid w:val="00DA4555"/>
    <w:rsid w:val="00DB7609"/>
    <w:rsid w:val="00DC26D3"/>
    <w:rsid w:val="00DC3FA1"/>
    <w:rsid w:val="00DC5311"/>
    <w:rsid w:val="00DD1750"/>
    <w:rsid w:val="00DD66C2"/>
    <w:rsid w:val="00DF07D0"/>
    <w:rsid w:val="00DF59BF"/>
    <w:rsid w:val="00DF6906"/>
    <w:rsid w:val="00DF6CEE"/>
    <w:rsid w:val="00DF7E77"/>
    <w:rsid w:val="00E01A9C"/>
    <w:rsid w:val="00E07A74"/>
    <w:rsid w:val="00E13F25"/>
    <w:rsid w:val="00E24CCA"/>
    <w:rsid w:val="00E257D9"/>
    <w:rsid w:val="00E271CA"/>
    <w:rsid w:val="00E27C85"/>
    <w:rsid w:val="00E32A2B"/>
    <w:rsid w:val="00E50A2E"/>
    <w:rsid w:val="00E53BCC"/>
    <w:rsid w:val="00E634B6"/>
    <w:rsid w:val="00E770F5"/>
    <w:rsid w:val="00E835C7"/>
    <w:rsid w:val="00E83E29"/>
    <w:rsid w:val="00E83EB3"/>
    <w:rsid w:val="00E87858"/>
    <w:rsid w:val="00E92257"/>
    <w:rsid w:val="00E95D20"/>
    <w:rsid w:val="00EA3132"/>
    <w:rsid w:val="00EA7936"/>
    <w:rsid w:val="00EB3722"/>
    <w:rsid w:val="00EC2A5E"/>
    <w:rsid w:val="00EC67C5"/>
    <w:rsid w:val="00ED0AC0"/>
    <w:rsid w:val="00ED12DB"/>
    <w:rsid w:val="00ED47A9"/>
    <w:rsid w:val="00EE3076"/>
    <w:rsid w:val="00EE5B5F"/>
    <w:rsid w:val="00EF0699"/>
    <w:rsid w:val="00EF4495"/>
    <w:rsid w:val="00EF52AE"/>
    <w:rsid w:val="00EF72F3"/>
    <w:rsid w:val="00F01287"/>
    <w:rsid w:val="00F13980"/>
    <w:rsid w:val="00F146F7"/>
    <w:rsid w:val="00F164F7"/>
    <w:rsid w:val="00F168A2"/>
    <w:rsid w:val="00F1699D"/>
    <w:rsid w:val="00F16BB9"/>
    <w:rsid w:val="00F22CC0"/>
    <w:rsid w:val="00F26E9A"/>
    <w:rsid w:val="00F3168B"/>
    <w:rsid w:val="00F34207"/>
    <w:rsid w:val="00F351EF"/>
    <w:rsid w:val="00F367F2"/>
    <w:rsid w:val="00F42E85"/>
    <w:rsid w:val="00F475E4"/>
    <w:rsid w:val="00F53589"/>
    <w:rsid w:val="00F53CFB"/>
    <w:rsid w:val="00F623C7"/>
    <w:rsid w:val="00F630D2"/>
    <w:rsid w:val="00F64076"/>
    <w:rsid w:val="00F66D61"/>
    <w:rsid w:val="00F702CD"/>
    <w:rsid w:val="00F73400"/>
    <w:rsid w:val="00F841C9"/>
    <w:rsid w:val="00F84AB9"/>
    <w:rsid w:val="00F86027"/>
    <w:rsid w:val="00F91170"/>
    <w:rsid w:val="00F926D1"/>
    <w:rsid w:val="00FB2093"/>
    <w:rsid w:val="00FB490F"/>
    <w:rsid w:val="00FB4EC0"/>
    <w:rsid w:val="00FB5216"/>
    <w:rsid w:val="00FB578C"/>
    <w:rsid w:val="00FB7134"/>
    <w:rsid w:val="00FC2B9B"/>
    <w:rsid w:val="00FC5EB6"/>
    <w:rsid w:val="00FD0C0F"/>
    <w:rsid w:val="00FF0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589EA037"/>
  <w15:docId w15:val="{26224740-1F34-4FE5-BB22-52225F379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 w:val="16"/>
        <w:szCs w:val="16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E540A"/>
    <w:pPr>
      <w:spacing w:after="120"/>
      <w:ind w:firstLine="567"/>
      <w:contextualSpacing/>
      <w:jc w:val="both"/>
    </w:pPr>
    <w:rPr>
      <w:rFonts w:ascii="Calibri" w:hAnsi="Calibri"/>
      <w:sz w:val="18"/>
    </w:rPr>
  </w:style>
  <w:style w:type="paragraph" w:styleId="Nadpis1">
    <w:name w:val="heading 1"/>
    <w:next w:val="Normln"/>
    <w:link w:val="Nadpis1Char"/>
    <w:uiPriority w:val="9"/>
    <w:qFormat/>
    <w:rsid w:val="004C5FF0"/>
    <w:pPr>
      <w:keepNext/>
      <w:keepLines/>
      <w:numPr>
        <w:numId w:val="12"/>
      </w:numPr>
      <w:spacing w:before="240" w:after="40"/>
      <w:outlineLvl w:val="0"/>
    </w:pPr>
    <w:rPr>
      <w:rFonts w:ascii="Calibri" w:eastAsiaTheme="majorEastAsia" w:hAnsi="Calibri" w:cstheme="majorBidi"/>
      <w:sz w:val="30"/>
      <w:szCs w:val="32"/>
    </w:rPr>
  </w:style>
  <w:style w:type="paragraph" w:styleId="Nadpis2">
    <w:name w:val="heading 2"/>
    <w:next w:val="Normln"/>
    <w:link w:val="Nadpis2Char"/>
    <w:uiPriority w:val="9"/>
    <w:unhideWhenUsed/>
    <w:qFormat/>
    <w:rsid w:val="00C85E80"/>
    <w:pPr>
      <w:keepNext/>
      <w:keepLines/>
      <w:numPr>
        <w:ilvl w:val="1"/>
        <w:numId w:val="12"/>
      </w:numPr>
      <w:spacing w:before="40" w:after="40"/>
      <w:outlineLvl w:val="1"/>
    </w:pPr>
    <w:rPr>
      <w:rFonts w:ascii="Calibri" w:hAnsi="Calibri"/>
      <w:sz w:val="26"/>
      <w:szCs w:val="26"/>
    </w:rPr>
  </w:style>
  <w:style w:type="paragraph" w:styleId="Nadpis3">
    <w:name w:val="heading 3"/>
    <w:next w:val="Normln"/>
    <w:link w:val="Nadpis3Char"/>
    <w:uiPriority w:val="9"/>
    <w:unhideWhenUsed/>
    <w:qFormat/>
    <w:rsid w:val="00C85E80"/>
    <w:pPr>
      <w:keepNext/>
      <w:keepLines/>
      <w:numPr>
        <w:ilvl w:val="2"/>
        <w:numId w:val="12"/>
      </w:numPr>
      <w:spacing w:before="40" w:after="40"/>
      <w:outlineLvl w:val="2"/>
    </w:pPr>
    <w:rPr>
      <w:rFonts w:ascii="Calibri" w:eastAsiaTheme="majorEastAsia" w:hAnsi="Calibri" w:cstheme="majorBidi"/>
      <w:sz w:val="22"/>
      <w:szCs w:val="24"/>
    </w:rPr>
  </w:style>
  <w:style w:type="paragraph" w:styleId="Nadpis4">
    <w:name w:val="heading 4"/>
    <w:next w:val="Normln"/>
    <w:link w:val="Nadpis4Char"/>
    <w:uiPriority w:val="9"/>
    <w:unhideWhenUsed/>
    <w:qFormat/>
    <w:rsid w:val="007104CC"/>
    <w:pPr>
      <w:keepNext/>
      <w:keepLines/>
      <w:spacing w:before="40"/>
      <w:outlineLvl w:val="3"/>
    </w:pPr>
    <w:rPr>
      <w:rFonts w:ascii="Calibri" w:eastAsiaTheme="majorEastAsia" w:hAnsi="Calibri" w:cstheme="majorBidi"/>
      <w:b/>
      <w:iCs/>
      <w:sz w:val="18"/>
    </w:rPr>
  </w:style>
  <w:style w:type="paragraph" w:styleId="Nadpis5">
    <w:name w:val="heading 5"/>
    <w:next w:val="Normln"/>
    <w:link w:val="Nadpis5Char"/>
    <w:uiPriority w:val="9"/>
    <w:unhideWhenUsed/>
    <w:qFormat/>
    <w:rsid w:val="007104CC"/>
    <w:pPr>
      <w:keepNext/>
      <w:keepLines/>
      <w:spacing w:before="40"/>
      <w:ind w:left="284"/>
      <w:outlineLvl w:val="4"/>
    </w:pPr>
    <w:rPr>
      <w:rFonts w:ascii="Calibri" w:eastAsiaTheme="majorEastAsia" w:hAnsi="Calibri" w:cstheme="majorBidi"/>
      <w:i/>
      <w:sz w:val="18"/>
    </w:rPr>
  </w:style>
  <w:style w:type="paragraph" w:styleId="Nadpis6">
    <w:name w:val="heading 6"/>
    <w:basedOn w:val="Nadpis1"/>
    <w:next w:val="Normln"/>
    <w:link w:val="Nadpis6Char"/>
    <w:uiPriority w:val="9"/>
    <w:unhideWhenUsed/>
    <w:qFormat/>
    <w:rsid w:val="004C5FF0"/>
    <w:pPr>
      <w:pageBreakBefore/>
      <w:numPr>
        <w:ilvl w:val="5"/>
      </w:numPr>
      <w:outlineLvl w:val="5"/>
    </w:pPr>
  </w:style>
  <w:style w:type="paragraph" w:styleId="Nadpis7">
    <w:name w:val="heading 7"/>
    <w:basedOn w:val="Nadpis6"/>
    <w:next w:val="Normln"/>
    <w:link w:val="Nadpis7Char"/>
    <w:uiPriority w:val="9"/>
    <w:unhideWhenUsed/>
    <w:qFormat/>
    <w:rsid w:val="00C85E80"/>
    <w:pPr>
      <w:pageBreakBefore w:val="0"/>
      <w:numPr>
        <w:ilvl w:val="6"/>
      </w:numPr>
      <w:spacing w:before="40"/>
      <w:outlineLvl w:val="6"/>
    </w:pPr>
    <w:rPr>
      <w:iCs/>
      <w:sz w:val="26"/>
    </w:rPr>
  </w:style>
  <w:style w:type="paragraph" w:styleId="Nadpis8">
    <w:name w:val="heading 8"/>
    <w:basedOn w:val="Normln"/>
    <w:next w:val="Normln"/>
    <w:link w:val="Nadpis8Char"/>
    <w:uiPriority w:val="9"/>
    <w:unhideWhenUsed/>
    <w:rsid w:val="005A0D95"/>
    <w:pPr>
      <w:keepNext/>
      <w:keepLines/>
      <w:numPr>
        <w:ilvl w:val="7"/>
        <w:numId w:val="12"/>
      </w:numPr>
      <w:spacing w:before="40"/>
      <w:outlineLvl w:val="7"/>
    </w:pPr>
    <w:rPr>
      <w:rFonts w:eastAsiaTheme="majorEastAsia" w:cstheme="majorBidi"/>
      <w:color w:val="272727" w:themeColor="text1" w:themeTint="D8"/>
      <w:sz w:val="28"/>
      <w:szCs w:val="21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FB2093"/>
    <w:pPr>
      <w:keepNext/>
      <w:keepLines/>
      <w:numPr>
        <w:ilvl w:val="8"/>
        <w:numId w:val="1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C5FF0"/>
    <w:rPr>
      <w:rFonts w:ascii="Calibri" w:eastAsiaTheme="majorEastAsia" w:hAnsi="Calibri" w:cstheme="majorBidi"/>
      <w:sz w:val="30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C85E80"/>
    <w:rPr>
      <w:rFonts w:ascii="Calibri" w:hAnsi="Calibri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C85E80"/>
    <w:rPr>
      <w:rFonts w:ascii="Calibri" w:eastAsiaTheme="majorEastAsia" w:hAnsi="Calibri" w:cstheme="majorBidi"/>
      <w:sz w:val="22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7104CC"/>
    <w:rPr>
      <w:rFonts w:ascii="Calibri" w:eastAsiaTheme="majorEastAsia" w:hAnsi="Calibri" w:cstheme="majorBidi"/>
      <w:b/>
      <w:iCs/>
      <w:sz w:val="18"/>
    </w:rPr>
  </w:style>
  <w:style w:type="character" w:customStyle="1" w:styleId="Nadpis5Char">
    <w:name w:val="Nadpis 5 Char"/>
    <w:basedOn w:val="Standardnpsmoodstavce"/>
    <w:link w:val="Nadpis5"/>
    <w:uiPriority w:val="9"/>
    <w:rsid w:val="007104CC"/>
    <w:rPr>
      <w:rFonts w:ascii="Calibri" w:eastAsiaTheme="majorEastAsia" w:hAnsi="Calibri" w:cstheme="majorBidi"/>
      <w:i/>
      <w:sz w:val="18"/>
    </w:rPr>
  </w:style>
  <w:style w:type="character" w:customStyle="1" w:styleId="Nadpis6Char">
    <w:name w:val="Nadpis 6 Char"/>
    <w:basedOn w:val="Standardnpsmoodstavce"/>
    <w:link w:val="Nadpis6"/>
    <w:uiPriority w:val="9"/>
    <w:rsid w:val="0042470F"/>
    <w:rPr>
      <w:rFonts w:ascii="Calibri" w:eastAsiaTheme="majorEastAsia" w:hAnsi="Calibri" w:cstheme="majorBidi"/>
      <w:sz w:val="30"/>
      <w:szCs w:val="32"/>
    </w:rPr>
  </w:style>
  <w:style w:type="character" w:customStyle="1" w:styleId="Nadpis7Char">
    <w:name w:val="Nadpis 7 Char"/>
    <w:basedOn w:val="Standardnpsmoodstavce"/>
    <w:link w:val="Nadpis7"/>
    <w:uiPriority w:val="9"/>
    <w:rsid w:val="00C85E80"/>
    <w:rPr>
      <w:rFonts w:ascii="Calibri" w:eastAsiaTheme="majorEastAsia" w:hAnsi="Calibri" w:cstheme="majorBidi"/>
      <w:iCs/>
      <w:sz w:val="26"/>
      <w:szCs w:val="32"/>
    </w:rPr>
  </w:style>
  <w:style w:type="character" w:customStyle="1" w:styleId="Nadpis8Char">
    <w:name w:val="Nadpis 8 Char"/>
    <w:basedOn w:val="Standardnpsmoodstavce"/>
    <w:link w:val="Nadpis8"/>
    <w:uiPriority w:val="9"/>
    <w:rsid w:val="005A0D95"/>
    <w:rPr>
      <w:rFonts w:ascii="Verdana" w:eastAsiaTheme="majorEastAsia" w:hAnsi="Verdana" w:cstheme="majorBidi"/>
      <w:color w:val="272727" w:themeColor="text1" w:themeTint="D8"/>
      <w:sz w:val="28"/>
      <w:szCs w:val="21"/>
    </w:rPr>
  </w:style>
  <w:style w:type="paragraph" w:styleId="Zhlav">
    <w:name w:val="header"/>
    <w:link w:val="ZhlavChar"/>
    <w:uiPriority w:val="99"/>
    <w:unhideWhenUsed/>
    <w:rsid w:val="00C85E80"/>
    <w:pPr>
      <w:tabs>
        <w:tab w:val="center" w:pos="4536"/>
        <w:tab w:val="right" w:pos="9072"/>
      </w:tabs>
      <w:jc w:val="right"/>
    </w:pPr>
    <w:rPr>
      <w:rFonts w:ascii="Calibri" w:hAnsi="Calibri"/>
      <w:sz w:val="18"/>
    </w:rPr>
  </w:style>
  <w:style w:type="character" w:customStyle="1" w:styleId="ZhlavChar">
    <w:name w:val="Záhlaví Char"/>
    <w:basedOn w:val="Standardnpsmoodstavce"/>
    <w:link w:val="Zhlav"/>
    <w:uiPriority w:val="99"/>
    <w:rsid w:val="00C85E80"/>
    <w:rPr>
      <w:rFonts w:ascii="Calibri" w:hAnsi="Calibri"/>
      <w:sz w:val="18"/>
    </w:rPr>
  </w:style>
  <w:style w:type="paragraph" w:styleId="Zpat">
    <w:name w:val="footer"/>
    <w:link w:val="ZpatChar"/>
    <w:uiPriority w:val="99"/>
    <w:unhideWhenUsed/>
    <w:rsid w:val="008B09AC"/>
    <w:pPr>
      <w:tabs>
        <w:tab w:val="center" w:pos="4536"/>
        <w:tab w:val="right" w:pos="9072"/>
      </w:tabs>
      <w:jc w:val="right"/>
    </w:pPr>
    <w:rPr>
      <w:rFonts w:ascii="Calibri" w:hAnsi="Calibri"/>
      <w:color w:val="4D4D4D"/>
      <w:sz w:val="18"/>
    </w:rPr>
  </w:style>
  <w:style w:type="character" w:customStyle="1" w:styleId="ZpatChar">
    <w:name w:val="Zápatí Char"/>
    <w:basedOn w:val="Standardnpsmoodstavce"/>
    <w:link w:val="Zpat"/>
    <w:uiPriority w:val="99"/>
    <w:rsid w:val="008B09AC"/>
    <w:rPr>
      <w:rFonts w:ascii="Calibri" w:hAnsi="Calibri"/>
      <w:color w:val="4D4D4D"/>
      <w:sz w:val="18"/>
    </w:rPr>
  </w:style>
  <w:style w:type="paragraph" w:styleId="Obsah2">
    <w:name w:val="toc 2"/>
    <w:basedOn w:val="Normln"/>
    <w:next w:val="Normln"/>
    <w:autoRedefine/>
    <w:uiPriority w:val="39"/>
    <w:unhideWhenUsed/>
    <w:rsid w:val="003D3FFD"/>
    <w:pPr>
      <w:tabs>
        <w:tab w:val="right" w:leader="dot" w:pos="9072"/>
      </w:tabs>
      <w:spacing w:after="0"/>
      <w:ind w:left="284" w:firstLine="0"/>
    </w:pPr>
  </w:style>
  <w:style w:type="paragraph" w:styleId="Obsah3">
    <w:name w:val="toc 3"/>
    <w:basedOn w:val="Normln"/>
    <w:next w:val="Normln"/>
    <w:autoRedefine/>
    <w:uiPriority w:val="39"/>
    <w:unhideWhenUsed/>
    <w:rsid w:val="00781891"/>
    <w:pPr>
      <w:spacing w:after="100"/>
      <w:ind w:left="320"/>
    </w:pPr>
  </w:style>
  <w:style w:type="character" w:styleId="Hypertextovodkaz">
    <w:name w:val="Hyperlink"/>
    <w:basedOn w:val="Standardnpsmoodstavce"/>
    <w:uiPriority w:val="99"/>
    <w:unhideWhenUsed/>
    <w:rsid w:val="00781891"/>
    <w:rPr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rsid w:val="00DF07D0"/>
    <w:pPr>
      <w:numPr>
        <w:numId w:val="0"/>
      </w:numPr>
      <w:spacing w:line="259" w:lineRule="auto"/>
      <w:outlineLvl w:val="9"/>
    </w:pPr>
    <w:rPr>
      <w:lang w:val="en-US"/>
    </w:rPr>
  </w:style>
  <w:style w:type="paragraph" w:styleId="Obsah1">
    <w:name w:val="toc 1"/>
    <w:basedOn w:val="Normln"/>
    <w:next w:val="Normln"/>
    <w:autoRedefine/>
    <w:uiPriority w:val="39"/>
    <w:unhideWhenUsed/>
    <w:rsid w:val="003D3FFD"/>
    <w:pPr>
      <w:tabs>
        <w:tab w:val="right" w:leader="dot" w:pos="9060"/>
      </w:tabs>
      <w:spacing w:after="0" w:line="259" w:lineRule="auto"/>
      <w:ind w:firstLine="0"/>
    </w:pPr>
    <w:rPr>
      <w:rFonts w:eastAsiaTheme="minorEastAsia" w:cs="Times New Roman"/>
      <w:noProof/>
      <w:lang w:val="en-US"/>
    </w:rPr>
  </w:style>
  <w:style w:type="paragraph" w:styleId="Bezmezer">
    <w:name w:val="No Spacing"/>
    <w:uiPriority w:val="1"/>
    <w:rsid w:val="005776C3"/>
    <w:pPr>
      <w:jc w:val="both"/>
    </w:pPr>
  </w:style>
  <w:style w:type="character" w:styleId="Zdraznnjemn">
    <w:name w:val="Subtle Emphasis"/>
    <w:basedOn w:val="Standardnpsmoodstavce"/>
    <w:uiPriority w:val="19"/>
    <w:rsid w:val="00FB2093"/>
    <w:rPr>
      <w:i/>
      <w:iCs/>
      <w:color w:val="404040" w:themeColor="text1" w:themeTint="BF"/>
    </w:rPr>
  </w:style>
  <w:style w:type="character" w:styleId="Zdraznn">
    <w:name w:val="Emphasis"/>
    <w:basedOn w:val="Standardnpsmoodstavce"/>
    <w:uiPriority w:val="20"/>
    <w:rsid w:val="00FB2093"/>
    <w:rPr>
      <w:i/>
      <w:iCs/>
    </w:rPr>
  </w:style>
  <w:style w:type="paragraph" w:customStyle="1" w:styleId="Centrovnobrzku">
    <w:name w:val="Centrování obrázku"/>
    <w:link w:val="CentrovnobrzkuChar"/>
    <w:qFormat/>
    <w:rsid w:val="00C85E80"/>
    <w:pPr>
      <w:spacing w:after="40"/>
      <w:jc w:val="center"/>
    </w:pPr>
    <w:rPr>
      <w:rFonts w:ascii="Calibri" w:hAnsi="Calibri"/>
      <w:sz w:val="18"/>
    </w:rPr>
  </w:style>
  <w:style w:type="paragraph" w:styleId="Titulek">
    <w:name w:val="caption"/>
    <w:next w:val="Normln"/>
    <w:uiPriority w:val="35"/>
    <w:unhideWhenUsed/>
    <w:qFormat/>
    <w:rsid w:val="00C85E80"/>
    <w:pPr>
      <w:spacing w:after="120"/>
    </w:pPr>
    <w:rPr>
      <w:rFonts w:ascii="Calibri" w:hAnsi="Calibri"/>
      <w:i/>
      <w:iCs/>
      <w:color w:val="4D4D4D"/>
      <w:sz w:val="18"/>
      <w:szCs w:val="18"/>
    </w:rPr>
  </w:style>
  <w:style w:type="character" w:customStyle="1" w:styleId="CentrovnobrzkuChar">
    <w:name w:val="Centrování obrázku Char"/>
    <w:basedOn w:val="Standardnpsmoodstavce"/>
    <w:link w:val="Centrovnobrzku"/>
    <w:rsid w:val="00C85E80"/>
    <w:rPr>
      <w:rFonts w:ascii="Calibri" w:hAnsi="Calibri"/>
      <w:sz w:val="18"/>
    </w:rPr>
  </w:style>
  <w:style w:type="character" w:customStyle="1" w:styleId="Nadpis9Char">
    <w:name w:val="Nadpis 9 Char"/>
    <w:basedOn w:val="Standardnpsmoodstavce"/>
    <w:link w:val="Nadpis9"/>
    <w:uiPriority w:val="9"/>
    <w:rsid w:val="00FB209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Mkatabulky">
    <w:name w:val="Table Grid"/>
    <w:basedOn w:val="Normlntabulka"/>
    <w:uiPriority w:val="39"/>
    <w:rsid w:val="00683D86"/>
    <w:rPr>
      <w:rFonts w:asciiTheme="minorHAnsi" w:hAnsi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41">
    <w:name w:val="Plain Table 41"/>
    <w:basedOn w:val="Normlntabulka"/>
    <w:uiPriority w:val="44"/>
    <w:rsid w:val="005D7B42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MTabulkaBezhranic">
    <w:name w:val="M_Tabulka_Bez hranic"/>
    <w:basedOn w:val="Normlntabulka"/>
    <w:uiPriority w:val="99"/>
    <w:rsid w:val="00680A99"/>
    <w:pPr>
      <w:keepNext/>
    </w:pPr>
    <w:tblPr>
      <w:tblCellMar>
        <w:left w:w="0" w:type="dxa"/>
        <w:right w:w="0" w:type="dxa"/>
      </w:tblCellMar>
    </w:tblPr>
    <w:tcPr>
      <w:tcMar>
        <w:left w:w="0" w:type="dxa"/>
        <w:right w:w="0" w:type="dxa"/>
      </w:tcMar>
    </w:tcPr>
  </w:style>
  <w:style w:type="numbering" w:customStyle="1" w:styleId="Zatdnmostu">
    <w:name w:val="Zatřídění mostu"/>
    <w:uiPriority w:val="99"/>
    <w:rsid w:val="00CC5681"/>
    <w:pPr>
      <w:numPr>
        <w:numId w:val="13"/>
      </w:numPr>
    </w:pPr>
  </w:style>
  <w:style w:type="paragraph" w:styleId="Odstavecseseznamem">
    <w:name w:val="List Paragraph"/>
    <w:basedOn w:val="Normln"/>
    <w:uiPriority w:val="34"/>
    <w:qFormat/>
    <w:rsid w:val="009E540A"/>
    <w:pPr>
      <w:ind w:firstLine="0"/>
    </w:pPr>
  </w:style>
  <w:style w:type="paragraph" w:customStyle="1" w:styleId="TabulkaText">
    <w:name w:val="Tabulka_Text"/>
    <w:basedOn w:val="Normln"/>
    <w:link w:val="TabulkaTextChar"/>
    <w:qFormat/>
    <w:rsid w:val="00F53CFB"/>
    <w:pPr>
      <w:spacing w:after="0"/>
      <w:ind w:firstLine="0"/>
      <w:jc w:val="left"/>
    </w:pPr>
  </w:style>
  <w:style w:type="table" w:customStyle="1" w:styleId="MTabulkaPodbarvenhlavika">
    <w:name w:val="M_Tabulka_Podbarvená hlavička"/>
    <w:basedOn w:val="Normlntabulka"/>
    <w:uiPriority w:val="99"/>
    <w:rsid w:val="00BC0748"/>
    <w:pPr>
      <w:keepNext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tblPr/>
      <w:tcPr>
        <w:shd w:val="clear" w:color="auto" w:fill="D9D9D9" w:themeFill="background1" w:themeFillShade="D9"/>
      </w:tcPr>
    </w:tblStylePr>
  </w:style>
  <w:style w:type="character" w:customStyle="1" w:styleId="TabulkaTextChar">
    <w:name w:val="Tabulka_Text Char"/>
    <w:basedOn w:val="Standardnpsmoodstavce"/>
    <w:link w:val="TabulkaText"/>
    <w:rsid w:val="00F53CFB"/>
    <w:rPr>
      <w:rFonts w:ascii="Calibri" w:hAnsi="Calibri"/>
      <w:sz w:val="18"/>
    </w:rPr>
  </w:style>
  <w:style w:type="table" w:customStyle="1" w:styleId="MTabulkaSdolnmpodrtenm">
    <w:name w:val="M_Tabulka_S dolním podrtřžením"/>
    <w:basedOn w:val="Normlntabulka"/>
    <w:uiPriority w:val="99"/>
    <w:rsid w:val="001F56BF"/>
    <w:pPr>
      <w:keepNext/>
    </w:pPr>
    <w:tblPr/>
    <w:tcPr>
      <w:shd w:val="clear" w:color="auto" w:fill="FFFFFF" w:themeFill="background1"/>
    </w:tcPr>
    <w:tblStylePr w:type="lastRow">
      <w:tblPr/>
      <w:tcPr>
        <w:tcBorders>
          <w:top w:val="single" w:sz="4" w:space="0" w:color="auto"/>
        </w:tcBorders>
        <w:shd w:val="clear" w:color="auto" w:fill="FFFFFF" w:themeFill="background1"/>
      </w:tcPr>
    </w:tblStylePr>
  </w:style>
  <w:style w:type="table" w:customStyle="1" w:styleId="MTabulkaShornmidolnmpodtrenm">
    <w:name w:val="M_Tabulka_S horním i dolním podtržením"/>
    <w:basedOn w:val="MTabulkaSdolnmpodrtenm"/>
    <w:uiPriority w:val="99"/>
    <w:rsid w:val="00683D86"/>
    <w:tblPr>
      <w:tblCellMar>
        <w:left w:w="0" w:type="dxa"/>
        <w:right w:w="0" w:type="dxa"/>
      </w:tblCellMar>
    </w:tblPr>
    <w:tcPr>
      <w:shd w:val="clear" w:color="auto" w:fill="FFFFFF" w:themeFill="background1"/>
    </w:tcPr>
    <w:tblStylePr w:type="firstRow">
      <w:tblPr/>
      <w:tcPr>
        <w:tcBorders>
          <w:bottom w:val="single" w:sz="4" w:space="0" w:color="auto"/>
        </w:tcBorders>
        <w:shd w:val="clear" w:color="auto" w:fill="FFFFFF" w:themeFill="background1"/>
      </w:tcPr>
    </w:tblStylePr>
    <w:tblStylePr w:type="lastRow">
      <w:tblPr/>
      <w:tcPr>
        <w:tcBorders>
          <w:top w:val="single" w:sz="4" w:space="0" w:color="auto"/>
        </w:tcBorders>
        <w:shd w:val="clear" w:color="auto" w:fill="FFFFFF" w:themeFill="background1"/>
      </w:tc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336F9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36F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36F9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36F9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36F9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36F9E"/>
    <w:pPr>
      <w:spacing w:after="0"/>
    </w:pPr>
    <w:rPr>
      <w:rFonts w:ascii="Segoe UI" w:hAnsi="Segoe UI" w:cs="Segoe UI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36F9E"/>
    <w:rPr>
      <w:rFonts w:ascii="Segoe UI" w:hAnsi="Segoe UI" w:cs="Segoe UI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C035AD"/>
    <w:rPr>
      <w:color w:val="954F72" w:themeColor="followedHyperlink"/>
      <w:u w:val="single"/>
    </w:rPr>
  </w:style>
  <w:style w:type="paragraph" w:customStyle="1" w:styleId="Citace">
    <w:name w:val="Citace"/>
    <w:basedOn w:val="Normln"/>
    <w:link w:val="CitaceChar"/>
    <w:qFormat/>
    <w:rsid w:val="00C23BE5"/>
    <w:rPr>
      <w:i/>
      <w:noProof/>
      <w:color w:val="595959" w:themeColor="text1" w:themeTint="A6"/>
    </w:rPr>
  </w:style>
  <w:style w:type="character" w:customStyle="1" w:styleId="CitaceChar">
    <w:name w:val="Citace Char"/>
    <w:basedOn w:val="Standardnpsmoodstavce"/>
    <w:link w:val="Citace"/>
    <w:rsid w:val="00C23BE5"/>
    <w:rPr>
      <w:rFonts w:ascii="Calibri" w:hAnsi="Calibri"/>
      <w:i/>
      <w:noProof/>
      <w:color w:val="595959" w:themeColor="text1" w:themeTint="A6"/>
      <w:sz w:val="18"/>
    </w:rPr>
  </w:style>
  <w:style w:type="paragraph" w:styleId="Obsah4">
    <w:name w:val="toc 4"/>
    <w:basedOn w:val="Normln"/>
    <w:next w:val="Normln"/>
    <w:autoRedefine/>
    <w:uiPriority w:val="39"/>
    <w:unhideWhenUsed/>
    <w:rsid w:val="003D3FFD"/>
    <w:pPr>
      <w:spacing w:after="100" w:line="259" w:lineRule="auto"/>
      <w:ind w:left="660" w:firstLine="0"/>
      <w:contextualSpacing w:val="0"/>
      <w:jc w:val="left"/>
    </w:pPr>
    <w:rPr>
      <w:rFonts w:asciiTheme="minorHAnsi" w:eastAsiaTheme="minorEastAsia" w:hAnsiTheme="minorHAnsi"/>
      <w:sz w:val="22"/>
      <w:szCs w:val="22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3D3FFD"/>
    <w:pPr>
      <w:spacing w:after="100" w:line="259" w:lineRule="auto"/>
      <w:ind w:left="880" w:firstLine="0"/>
      <w:contextualSpacing w:val="0"/>
      <w:jc w:val="left"/>
    </w:pPr>
    <w:rPr>
      <w:rFonts w:asciiTheme="minorHAnsi" w:eastAsiaTheme="minorEastAsia" w:hAnsiTheme="minorHAnsi"/>
      <w:sz w:val="22"/>
      <w:szCs w:val="22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3D3FFD"/>
    <w:pPr>
      <w:spacing w:after="100" w:line="259" w:lineRule="auto"/>
      <w:ind w:left="1100" w:firstLine="0"/>
      <w:contextualSpacing w:val="0"/>
      <w:jc w:val="left"/>
    </w:pPr>
    <w:rPr>
      <w:rFonts w:asciiTheme="minorHAnsi" w:eastAsiaTheme="minorEastAsia" w:hAnsiTheme="minorHAnsi"/>
      <w:sz w:val="22"/>
      <w:szCs w:val="22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3D3FFD"/>
    <w:pPr>
      <w:spacing w:after="100" w:line="259" w:lineRule="auto"/>
      <w:ind w:left="1320" w:firstLine="0"/>
      <w:contextualSpacing w:val="0"/>
      <w:jc w:val="left"/>
    </w:pPr>
    <w:rPr>
      <w:rFonts w:asciiTheme="minorHAnsi" w:eastAsiaTheme="minorEastAsia" w:hAnsiTheme="minorHAnsi"/>
      <w:sz w:val="22"/>
      <w:szCs w:val="22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3D3FFD"/>
    <w:pPr>
      <w:spacing w:after="100" w:line="259" w:lineRule="auto"/>
      <w:ind w:left="1540" w:firstLine="0"/>
      <w:contextualSpacing w:val="0"/>
      <w:jc w:val="left"/>
    </w:pPr>
    <w:rPr>
      <w:rFonts w:asciiTheme="minorHAnsi" w:eastAsiaTheme="minorEastAsia" w:hAnsiTheme="minorHAnsi"/>
      <w:sz w:val="22"/>
      <w:szCs w:val="22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3D3FFD"/>
    <w:pPr>
      <w:spacing w:after="100" w:line="259" w:lineRule="auto"/>
      <w:ind w:left="1760" w:firstLine="0"/>
      <w:contextualSpacing w:val="0"/>
      <w:jc w:val="left"/>
    </w:pPr>
    <w:rPr>
      <w:rFonts w:asciiTheme="minorHAnsi" w:eastAsiaTheme="minorEastAsia" w:hAnsiTheme="minorHAnsi"/>
      <w:sz w:val="22"/>
      <w:szCs w:val="22"/>
      <w:lang w:eastAsia="cs-CZ"/>
    </w:rPr>
  </w:style>
  <w:style w:type="character" w:styleId="Siln">
    <w:name w:val="Strong"/>
    <w:qFormat/>
    <w:rsid w:val="002E169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5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1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M\M_Form&#225;tov&#225;n&#23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7F2EBE-863D-430B-92A5-57A6B7B0F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M_Formátování</Template>
  <TotalTime>1926</TotalTime>
  <Pages>1</Pages>
  <Words>127</Words>
  <Characters>754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Uživatel systému Windows</dc:creator>
  <cp:keywords/>
  <dc:description/>
  <cp:lastModifiedBy>Hanzlíková Jitka</cp:lastModifiedBy>
  <cp:revision>35</cp:revision>
  <cp:lastPrinted>2021-08-11T14:36:00Z</cp:lastPrinted>
  <dcterms:created xsi:type="dcterms:W3CDTF">2016-11-14T19:43:00Z</dcterms:created>
  <dcterms:modified xsi:type="dcterms:W3CDTF">2021-08-12T06:28:00Z</dcterms:modified>
</cp:coreProperties>
</file>